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337C5" w14:textId="77777777" w:rsidR="000352DE" w:rsidRDefault="00212F5D" w:rsidP="000352DE">
      <w:pPr>
        <w:spacing w:after="200" w:line="276" w:lineRule="auto"/>
        <w:rPr>
          <w:b/>
          <w:caps/>
        </w:rPr>
      </w:pPr>
      <w:r>
        <w:rPr>
          <w:b/>
          <w:caps/>
          <w:noProof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3ECB75FF" wp14:editId="1E7A899C">
                <wp:simplePos x="0" y="0"/>
                <wp:positionH relativeFrom="column">
                  <wp:posOffset>108973</wp:posOffset>
                </wp:positionH>
                <wp:positionV relativeFrom="paragraph">
                  <wp:posOffset>6173478</wp:posOffset>
                </wp:positionV>
                <wp:extent cx="5873750" cy="1576358"/>
                <wp:effectExtent l="0" t="0" r="12700" b="24130"/>
                <wp:wrapNone/>
                <wp:docPr id="6" name="Textové po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3750" cy="157635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3BBC1C9" w14:textId="77777777" w:rsidR="000352DE" w:rsidRPr="00D93033" w:rsidRDefault="000352DE" w:rsidP="000352DE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Název akce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5505DE1C" w14:textId="77777777" w:rsidR="000352DE" w:rsidRPr="009B2887" w:rsidRDefault="00630238" w:rsidP="000352DE">
                            <w:pPr>
                              <w:rPr>
                                <w:rFonts w:cs="Arial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28"/>
                              </w:rPr>
                              <w:fldChar w:fldCharType="begin"/>
                            </w:r>
                            <w:r>
                              <w:rPr>
                                <w:rFonts w:cs="Arial"/>
                                <w:b/>
                                <w:sz w:val="28"/>
                              </w:rPr>
                              <w:instrText xml:space="preserve"> DOCPROPERTY  Akce </w:instrText>
                            </w:r>
                            <w:r>
                              <w:rPr>
                                <w:rFonts w:cs="Arial"/>
                                <w:b/>
                                <w:sz w:val="28"/>
                              </w:rPr>
                              <w:fldChar w:fldCharType="separate"/>
                            </w:r>
                            <w:r w:rsidR="00EC764F">
                              <w:rPr>
                                <w:rFonts w:cs="Arial"/>
                                <w:b/>
                                <w:sz w:val="28"/>
                              </w:rPr>
                              <w:t>Energetický management VŠB</w:t>
                            </w:r>
                            <w:r>
                              <w:rPr>
                                <w:rFonts w:cs="Arial"/>
                                <w:b/>
                                <w:sz w:val="28"/>
                              </w:rPr>
                              <w:fldChar w:fldCharType="end"/>
                            </w:r>
                          </w:p>
                          <w:p w14:paraId="5D26CAD0" w14:textId="77777777" w:rsidR="000352DE" w:rsidRPr="00ED33F3" w:rsidRDefault="000352DE" w:rsidP="000352DE">
                            <w:pPr>
                              <w:spacing w:before="120"/>
                              <w:rPr>
                                <w:rFonts w:cs="Arial"/>
                                <w:sz w:val="20"/>
                              </w:rPr>
                            </w:pPr>
                            <w:r w:rsidRPr="00ED33F3">
                              <w:rPr>
                                <w:rFonts w:cs="Arial"/>
                                <w:sz w:val="20"/>
                              </w:rPr>
                              <w:t>Část:</w:t>
                            </w:r>
                          </w:p>
                          <w:p w14:paraId="343F63F5" w14:textId="77777777" w:rsidR="000352DE" w:rsidRPr="009B2887" w:rsidRDefault="00630238" w:rsidP="000352DE">
                            <w:pPr>
                              <w:rPr>
                                <w:rFonts w:cs="Arial"/>
                                <w:b/>
                              </w:rPr>
                            </w:pPr>
                            <w:r>
                              <w:rPr>
                                <w:rFonts w:cs="Arial"/>
                                <w:b/>
                              </w:rPr>
                              <w:fldChar w:fldCharType="begin"/>
                            </w:r>
                            <w:r>
                              <w:rPr>
                                <w:rFonts w:cs="Arial"/>
                                <w:b/>
                              </w:rPr>
                              <w:instrText xml:space="preserve"> DOCPROPERTY  Část </w:instrText>
                            </w:r>
                            <w:r>
                              <w:rPr>
                                <w:rFonts w:cs="Arial"/>
                                <w:b/>
                              </w:rPr>
                              <w:fldChar w:fldCharType="separate"/>
                            </w:r>
                            <w:r w:rsidR="00EC764F">
                              <w:rPr>
                                <w:rFonts w:cs="Arial"/>
                                <w:b/>
                              </w:rPr>
                              <w:t>SKŘ</w:t>
                            </w:r>
                            <w:r>
                              <w:rPr>
                                <w:rFonts w:cs="Arial"/>
                                <w:b/>
                              </w:rPr>
                              <w:fldChar w:fldCharType="end"/>
                            </w:r>
                          </w:p>
                          <w:p w14:paraId="7EEA7209" w14:textId="77777777" w:rsidR="000352DE" w:rsidRPr="00ED33F3" w:rsidRDefault="000352DE" w:rsidP="000352DE">
                            <w:pPr>
                              <w:spacing w:before="120"/>
                              <w:rPr>
                                <w:rFonts w:cs="Arial"/>
                                <w:sz w:val="20"/>
                              </w:rPr>
                            </w:pPr>
                            <w:r>
                              <w:rPr>
                                <w:rFonts w:cs="Arial"/>
                                <w:sz w:val="20"/>
                              </w:rPr>
                              <w:t>Stupeň dokumentace</w:t>
                            </w:r>
                            <w:r w:rsidRPr="00ED33F3">
                              <w:rPr>
                                <w:rFonts w:cs="Arial"/>
                                <w:sz w:val="20"/>
                              </w:rPr>
                              <w:t>:</w:t>
                            </w:r>
                          </w:p>
                          <w:p w14:paraId="0325C0C7" w14:textId="77777777" w:rsidR="000352DE" w:rsidRPr="009B2887" w:rsidRDefault="00630238" w:rsidP="000352DE">
                            <w:pPr>
                              <w:rPr>
                                <w:rFonts w:cs="Arial"/>
                                <w:b/>
                              </w:rPr>
                            </w:pPr>
                            <w:r>
                              <w:rPr>
                                <w:rFonts w:cs="Arial"/>
                                <w:b/>
                              </w:rPr>
                              <w:fldChar w:fldCharType="begin"/>
                            </w:r>
                            <w:r>
                              <w:rPr>
                                <w:rFonts w:cs="Arial"/>
                                <w:b/>
                              </w:rPr>
                              <w:instrText xml:space="preserve"> DOCPROPERTY  "Stupeň dokumentu" </w:instrText>
                            </w:r>
                            <w:r>
                              <w:rPr>
                                <w:rFonts w:cs="Arial"/>
                                <w:b/>
                              </w:rPr>
                              <w:fldChar w:fldCharType="separate"/>
                            </w:r>
                            <w:r w:rsidR="00EC764F">
                              <w:rPr>
                                <w:rFonts w:cs="Arial"/>
                                <w:b/>
                              </w:rPr>
                              <w:t>Dokumentace skutečného provedení</w:t>
                            </w:r>
                            <w:r>
                              <w:rPr>
                                <w:rFonts w:cs="Arial"/>
                                <w:b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CB75FF" id="_x0000_t202" coordsize="21600,21600" o:spt="202" path="m,l,21600r21600,l21600,xe">
                <v:stroke joinstyle="miter"/>
                <v:path gradientshapeok="t" o:connecttype="rect"/>
              </v:shapetype>
              <v:shape id="Textové pole 25" o:spid="_x0000_s1026" type="#_x0000_t202" style="position:absolute;margin-left:8.6pt;margin-top:486.1pt;width:462.5pt;height:124.1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" filled="f">
                <v:textbox>
                  <w:txbxContent>
                    <w:p w14:paraId="03BBC1C9" w14:textId="77777777" w:rsidR="000352DE" w:rsidRPr="00D93033" w:rsidRDefault="000352DE" w:rsidP="000352DE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Název akce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5505DE1C" w14:textId="77777777" w:rsidR="000352DE" w:rsidRPr="009B2887" w:rsidRDefault="00630238" w:rsidP="000352DE">
                      <w:pPr>
                        <w:rPr>
                          <w:rFonts w:cs="Arial"/>
                          <w:b/>
                          <w:sz w:val="28"/>
                        </w:rPr>
                      </w:pPr>
                      <w:r>
                        <w:rPr>
                          <w:rFonts w:cs="Arial"/>
                          <w:b/>
                          <w:sz w:val="28"/>
                        </w:rPr>
                        <w:fldChar w:fldCharType="begin"/>
                      </w:r>
                      <w:r>
                        <w:rPr>
                          <w:rFonts w:cs="Arial"/>
                          <w:b/>
                          <w:sz w:val="28"/>
                        </w:rPr>
                        <w:instrText xml:space="preserve"> DOCPROPERTY  Akce </w:instrText>
                      </w:r>
                      <w:r>
                        <w:rPr>
                          <w:rFonts w:cs="Arial"/>
                          <w:b/>
                          <w:sz w:val="28"/>
                        </w:rPr>
                        <w:fldChar w:fldCharType="separate"/>
                      </w:r>
                      <w:r w:rsidR="00EC764F">
                        <w:rPr>
                          <w:rFonts w:cs="Arial"/>
                          <w:b/>
                          <w:sz w:val="28"/>
                        </w:rPr>
                        <w:t>Energetický management VŠB</w:t>
                      </w:r>
                      <w:r>
                        <w:rPr>
                          <w:rFonts w:cs="Arial"/>
                          <w:b/>
                          <w:sz w:val="28"/>
                        </w:rPr>
                        <w:fldChar w:fldCharType="end"/>
                      </w:r>
                    </w:p>
                    <w:p w14:paraId="5D26CAD0" w14:textId="77777777" w:rsidR="000352DE" w:rsidRPr="00ED33F3" w:rsidRDefault="000352DE" w:rsidP="000352DE">
                      <w:pPr>
                        <w:spacing w:before="120"/>
                        <w:rPr>
                          <w:rFonts w:cs="Arial"/>
                          <w:sz w:val="20"/>
                        </w:rPr>
                      </w:pPr>
                      <w:r w:rsidRPr="00ED33F3">
                        <w:rPr>
                          <w:rFonts w:cs="Arial"/>
                          <w:sz w:val="20"/>
                        </w:rPr>
                        <w:t>Část:</w:t>
                      </w:r>
                    </w:p>
                    <w:p w14:paraId="343F63F5" w14:textId="77777777" w:rsidR="000352DE" w:rsidRPr="009B2887" w:rsidRDefault="00630238" w:rsidP="000352DE">
                      <w:pPr>
                        <w:rPr>
                          <w:rFonts w:cs="Arial"/>
                          <w:b/>
                        </w:rPr>
                      </w:pPr>
                      <w:r>
                        <w:rPr>
                          <w:rFonts w:cs="Arial"/>
                          <w:b/>
                        </w:rPr>
                        <w:fldChar w:fldCharType="begin"/>
                      </w:r>
                      <w:r>
                        <w:rPr>
                          <w:rFonts w:cs="Arial"/>
                          <w:b/>
                        </w:rPr>
                        <w:instrText xml:space="preserve"> DOCPROPERTY  Část </w:instrText>
                      </w:r>
                      <w:r>
                        <w:rPr>
                          <w:rFonts w:cs="Arial"/>
                          <w:b/>
                        </w:rPr>
                        <w:fldChar w:fldCharType="separate"/>
                      </w:r>
                      <w:r w:rsidR="00EC764F">
                        <w:rPr>
                          <w:rFonts w:cs="Arial"/>
                          <w:b/>
                        </w:rPr>
                        <w:t>SKŘ</w:t>
                      </w:r>
                      <w:r>
                        <w:rPr>
                          <w:rFonts w:cs="Arial"/>
                          <w:b/>
                        </w:rPr>
                        <w:fldChar w:fldCharType="end"/>
                      </w:r>
                    </w:p>
                    <w:p w14:paraId="7EEA7209" w14:textId="77777777" w:rsidR="000352DE" w:rsidRPr="00ED33F3" w:rsidRDefault="000352DE" w:rsidP="000352DE">
                      <w:pPr>
                        <w:spacing w:before="120"/>
                        <w:rPr>
                          <w:rFonts w:cs="Arial"/>
                          <w:sz w:val="20"/>
                        </w:rPr>
                      </w:pPr>
                      <w:r>
                        <w:rPr>
                          <w:rFonts w:cs="Arial"/>
                          <w:sz w:val="20"/>
                        </w:rPr>
                        <w:t>Stupeň dokumentace</w:t>
                      </w:r>
                      <w:r w:rsidRPr="00ED33F3">
                        <w:rPr>
                          <w:rFonts w:cs="Arial"/>
                          <w:sz w:val="20"/>
                        </w:rPr>
                        <w:t>:</w:t>
                      </w:r>
                    </w:p>
                    <w:p w14:paraId="0325C0C7" w14:textId="77777777" w:rsidR="000352DE" w:rsidRPr="009B2887" w:rsidRDefault="00630238" w:rsidP="000352DE">
                      <w:pPr>
                        <w:rPr>
                          <w:rFonts w:cs="Arial"/>
                          <w:b/>
                        </w:rPr>
                      </w:pPr>
                      <w:r>
                        <w:rPr>
                          <w:rFonts w:cs="Arial"/>
                          <w:b/>
                        </w:rPr>
                        <w:fldChar w:fldCharType="begin"/>
                      </w:r>
                      <w:r>
                        <w:rPr>
                          <w:rFonts w:cs="Arial"/>
                          <w:b/>
                        </w:rPr>
                        <w:instrText xml:space="preserve"> DOCPROPERTY  "Stupeň dokumentu" </w:instrText>
                      </w:r>
                      <w:r>
                        <w:rPr>
                          <w:rFonts w:cs="Arial"/>
                          <w:b/>
                        </w:rPr>
                        <w:fldChar w:fldCharType="separate"/>
                      </w:r>
                      <w:r w:rsidR="00EC764F">
                        <w:rPr>
                          <w:rFonts w:cs="Arial"/>
                          <w:b/>
                        </w:rPr>
                        <w:t>Dokumentace skutečného provedení</w:t>
                      </w:r>
                      <w:r>
                        <w:rPr>
                          <w:rFonts w:cs="Arial"/>
                          <w:b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caps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DFDF492" wp14:editId="729C6924">
                <wp:simplePos x="0" y="0"/>
                <wp:positionH relativeFrom="column">
                  <wp:posOffset>109337</wp:posOffset>
                </wp:positionH>
                <wp:positionV relativeFrom="paragraph">
                  <wp:posOffset>7749540</wp:posOffset>
                </wp:positionV>
                <wp:extent cx="5873750" cy="431036"/>
                <wp:effectExtent l="0" t="0" r="12700" b="26670"/>
                <wp:wrapNone/>
                <wp:docPr id="7" name="Textové po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3750" cy="431036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2E57AF" w14:textId="77777777" w:rsidR="000352DE" w:rsidRPr="001C339B" w:rsidRDefault="00324BF3" w:rsidP="00324BF3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fldChar w:fldCharType="begin"/>
                            </w:r>
                            <w:r>
                              <w:rPr>
                                <w:b/>
                                <w:sz w:val="32"/>
                              </w:rPr>
                              <w:instrText xml:space="preserve"> TITLE  \* Upper </w:instrText>
                            </w:r>
                            <w:r>
                              <w:rPr>
                                <w:b/>
                                <w:sz w:val="32"/>
                              </w:rPr>
                              <w:fldChar w:fldCharType="separate"/>
                            </w:r>
                            <w:r w:rsidR="00EA67A1">
                              <w:rPr>
                                <w:b/>
                                <w:sz w:val="32"/>
                              </w:rPr>
                              <w:t>PRŮVODNĚ TECHNICKÁ DOKUMENTACE</w:t>
                            </w:r>
                            <w:r>
                              <w:rPr>
                                <w:b/>
                                <w:sz w:val="3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FDF492" id="Textové pole 26" o:spid="_x0000_s1027" type="#_x0000_t202" style="position:absolute;margin-left:8.6pt;margin-top:610.2pt;width:462.5pt;height:33.9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" fillcolor="#f2f2f2">
                <v:textbox>
                  <w:txbxContent>
                    <w:p w14:paraId="622E57AF" w14:textId="77777777" w:rsidR="000352DE" w:rsidRPr="001C339B" w:rsidRDefault="00324BF3" w:rsidP="00324BF3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fldChar w:fldCharType="begin"/>
                      </w:r>
                      <w:r>
                        <w:rPr>
                          <w:b/>
                          <w:sz w:val="32"/>
                        </w:rPr>
                        <w:instrText xml:space="preserve"> TITLE  \* Upper </w:instrText>
                      </w:r>
                      <w:r>
                        <w:rPr>
                          <w:b/>
                          <w:sz w:val="32"/>
                        </w:rPr>
                        <w:fldChar w:fldCharType="separate"/>
                      </w:r>
                      <w:r w:rsidR="00EA67A1">
                        <w:rPr>
                          <w:b/>
                          <w:sz w:val="32"/>
                        </w:rPr>
                        <w:t>PRŮVODNĚ TECHNICKÁ DOKUMENTACE</w:t>
                      </w:r>
                      <w:r>
                        <w:rPr>
                          <w:b/>
                          <w:sz w:val="3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caps/>
          <w:noProof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 wp14:anchorId="757A7DB1" wp14:editId="7734D3A0">
                <wp:simplePos x="0" y="0"/>
                <wp:positionH relativeFrom="column">
                  <wp:posOffset>109337</wp:posOffset>
                </wp:positionH>
                <wp:positionV relativeFrom="paragraph">
                  <wp:posOffset>8180845</wp:posOffset>
                </wp:positionV>
                <wp:extent cx="2866616" cy="428625"/>
                <wp:effectExtent l="0" t="0" r="10160" b="28575"/>
                <wp:wrapNone/>
                <wp:docPr id="9" name="Textové po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6616" cy="42862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8F12B2" w14:textId="77777777" w:rsidR="000352DE" w:rsidRPr="00D93033" w:rsidRDefault="000352DE" w:rsidP="000352DE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Datum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2ECD3332" w14:textId="3D80AB4C" w:rsidR="000352DE" w:rsidRPr="009B2887" w:rsidRDefault="00FC399E" w:rsidP="000352DE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fldChar w:fldCharType="begin"/>
                            </w:r>
                            <w:r>
                              <w:rPr>
                                <w:b/>
                                <w:sz w:val="24"/>
                              </w:rPr>
                              <w:instrText xml:space="preserve"> DOCPROPERTY  Datum </w:instrText>
                            </w:r>
                            <w:r>
                              <w:rPr>
                                <w:b/>
                                <w:sz w:val="24"/>
                              </w:rPr>
                              <w:fldChar w:fldCharType="separate"/>
                            </w:r>
                            <w:r w:rsidR="005536C5">
                              <w:rPr>
                                <w:b/>
                                <w:sz w:val="24"/>
                              </w:rPr>
                              <w:t>12/2021</w:t>
                            </w:r>
                            <w:r>
                              <w:rPr>
                                <w:b/>
                                <w:sz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7A7DB1" id="Textové pole 28" o:spid="_x0000_s1028" type="#_x0000_t202" style="position:absolute;margin-left:8.6pt;margin-top:644.15pt;width:225.7pt;height:33.75pt;z-index:25161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" fillcolor="#f2f2f2">
                <v:textbox>
                  <w:txbxContent>
                    <w:p w14:paraId="7F8F12B2" w14:textId="77777777" w:rsidR="000352DE" w:rsidRPr="00D93033" w:rsidRDefault="000352DE" w:rsidP="000352DE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Datum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2ECD3332" w14:textId="3D80AB4C" w:rsidR="000352DE" w:rsidRPr="009B2887" w:rsidRDefault="00FC399E" w:rsidP="000352DE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fldChar w:fldCharType="begin"/>
                      </w:r>
                      <w:r>
                        <w:rPr>
                          <w:b/>
                          <w:sz w:val="24"/>
                        </w:rPr>
                        <w:instrText xml:space="preserve"> DOCPROPERTY  Datum </w:instrText>
                      </w:r>
                      <w:r>
                        <w:rPr>
                          <w:b/>
                          <w:sz w:val="24"/>
                        </w:rPr>
                        <w:fldChar w:fldCharType="separate"/>
                      </w:r>
                      <w:r w:rsidR="005536C5">
                        <w:rPr>
                          <w:b/>
                          <w:sz w:val="24"/>
                        </w:rPr>
                        <w:t>12/2021</w:t>
                      </w:r>
                      <w:r>
                        <w:rPr>
                          <w:b/>
                          <w:sz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caps/>
          <w:noProof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40A7A9B8" wp14:editId="7B26D6C6">
                <wp:simplePos x="0" y="0"/>
                <wp:positionH relativeFrom="column">
                  <wp:posOffset>2975952</wp:posOffset>
                </wp:positionH>
                <wp:positionV relativeFrom="paragraph">
                  <wp:posOffset>8180845</wp:posOffset>
                </wp:positionV>
                <wp:extent cx="3006721" cy="424180"/>
                <wp:effectExtent l="0" t="0" r="22860" b="13970"/>
                <wp:wrapNone/>
                <wp:docPr id="10" name="Textové po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6721" cy="42418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A40247" w14:textId="77777777" w:rsidR="000352DE" w:rsidRPr="00D93033" w:rsidRDefault="000352DE" w:rsidP="000352DE">
                            <w:pPr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Archivní číslo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6EF837C8" w14:textId="67AFEB6C" w:rsidR="000352DE" w:rsidRPr="009B2887" w:rsidRDefault="00FC399E" w:rsidP="000352DE">
                            <w:pPr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fldChar w:fldCharType="begin"/>
                            </w:r>
                            <w:r>
                              <w:rPr>
                                <w:b/>
                                <w:sz w:val="24"/>
                              </w:rPr>
                              <w:instrText xml:space="preserve"> DOCPROPERTY  "Archivní číslo" </w:instrText>
                            </w:r>
                            <w:r>
                              <w:rPr>
                                <w:b/>
                                <w:sz w:val="24"/>
                              </w:rPr>
                              <w:fldChar w:fldCharType="separate"/>
                            </w:r>
                            <w:r w:rsidR="005536C5">
                              <w:rPr>
                                <w:b/>
                                <w:sz w:val="24"/>
                              </w:rPr>
                              <w:t>2021_054</w:t>
                            </w:r>
                            <w:r>
                              <w:rPr>
                                <w:b/>
                                <w:sz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A7A9B8" id="Textové pole 27" o:spid="_x0000_s1029" type="#_x0000_t202" style="position:absolute;margin-left:234.35pt;margin-top:644.15pt;width:236.75pt;height:33.4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" fillcolor="#f2f2f2">
                <v:textbox>
                  <w:txbxContent>
                    <w:p w14:paraId="40A40247" w14:textId="77777777" w:rsidR="000352DE" w:rsidRPr="00D93033" w:rsidRDefault="000352DE" w:rsidP="000352DE">
                      <w:pPr>
                        <w:jc w:val="right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Archivní číslo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6EF837C8" w14:textId="67AFEB6C" w:rsidR="000352DE" w:rsidRPr="009B2887" w:rsidRDefault="00FC399E" w:rsidP="000352DE">
                      <w:pPr>
                        <w:jc w:val="right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fldChar w:fldCharType="begin"/>
                      </w:r>
                      <w:r>
                        <w:rPr>
                          <w:b/>
                          <w:sz w:val="24"/>
                        </w:rPr>
                        <w:instrText xml:space="preserve"> DOCPROPERTY  "Archivní číslo" </w:instrText>
                      </w:r>
                      <w:r>
                        <w:rPr>
                          <w:b/>
                          <w:sz w:val="24"/>
                        </w:rPr>
                        <w:fldChar w:fldCharType="separate"/>
                      </w:r>
                      <w:r w:rsidR="005536C5">
                        <w:rPr>
                          <w:b/>
                          <w:sz w:val="24"/>
                        </w:rPr>
                        <w:t>2021_054</w:t>
                      </w:r>
                      <w:r>
                        <w:rPr>
                          <w:b/>
                          <w:sz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caps/>
          <w:noProof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 wp14:anchorId="1C0A6F74" wp14:editId="576282FD">
                <wp:simplePos x="0" y="0"/>
                <wp:positionH relativeFrom="column">
                  <wp:posOffset>107950</wp:posOffset>
                </wp:positionH>
                <wp:positionV relativeFrom="paragraph">
                  <wp:posOffset>4949591</wp:posOffset>
                </wp:positionV>
                <wp:extent cx="2867773" cy="1221105"/>
                <wp:effectExtent l="0" t="0" r="27940" b="17145"/>
                <wp:wrapNone/>
                <wp:docPr id="11" name="Textové po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7773" cy="12211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035A8DA" w14:textId="77777777" w:rsidR="00AC6B8C" w:rsidRPr="004E6EE2" w:rsidRDefault="00004163" w:rsidP="00AC6B8C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noProof/>
                                <w:sz w:val="16"/>
                              </w:rPr>
                              <w:drawing>
                                <wp:inline distT="0" distB="0" distL="0" distR="0" wp14:anchorId="289244A4" wp14:editId="2094AF48">
                                  <wp:extent cx="2371725" cy="274571"/>
                                  <wp:effectExtent l="0" t="0" r="0" b="0"/>
                                  <wp:docPr id="4" name="Obrázek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Obrázek 4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447687" cy="28336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59B822B" w14:textId="77777777" w:rsidR="000352DE" w:rsidRPr="000E268A" w:rsidRDefault="000352DE" w:rsidP="000352DE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5F16EFE1" w14:textId="77777777" w:rsidR="005536C5" w:rsidRDefault="005536C5" w:rsidP="000352DE">
                            <w:pPr>
                              <w:rPr>
                                <w:sz w:val="20"/>
                              </w:rPr>
                            </w:pPr>
                          </w:p>
                          <w:p w14:paraId="4CAC6E94" w14:textId="77777777" w:rsidR="005536C5" w:rsidRDefault="005536C5" w:rsidP="000352DE">
                            <w:pPr>
                              <w:rPr>
                                <w:sz w:val="20"/>
                              </w:rPr>
                            </w:pPr>
                          </w:p>
                          <w:p w14:paraId="19DD96B2" w14:textId="0DFD622F" w:rsidR="000352DE" w:rsidRDefault="000352DE" w:rsidP="000352DE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Zhotovitel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64EAF3CB" w14:textId="3D96C870" w:rsidR="00525549" w:rsidRPr="00525549" w:rsidRDefault="00525549" w:rsidP="000352D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fldChar w:fldCharType="begin"/>
                            </w:r>
                            <w:r>
                              <w:rPr>
                                <w:b/>
                              </w:rPr>
                              <w:instrText xml:space="preserve"> DOCPROPERTY  Company </w:instrText>
                            </w:r>
                            <w:r>
                              <w:rPr>
                                <w:b/>
                              </w:rPr>
                              <w:fldChar w:fldCharType="separate"/>
                            </w:r>
                            <w:r w:rsidR="005536C5">
                              <w:rPr>
                                <w:b/>
                              </w:rPr>
                              <w:t>FUSO ENERGO s.r.o.</w:t>
                            </w:r>
                            <w:r>
                              <w:rPr>
                                <w:b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000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0A6F74" id="Textové pole 23" o:spid="_x0000_s1030" type="#_x0000_t202" style="position:absolute;margin-left:8.5pt;margin-top:389.75pt;width:225.8pt;height:96.15pt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" filled="f">
                <v:textbox inset="2.5mm">
                  <w:txbxContent>
                    <w:p w14:paraId="4035A8DA" w14:textId="77777777" w:rsidR="00AC6B8C" w:rsidRPr="004E6EE2" w:rsidRDefault="00004163" w:rsidP="00AC6B8C">
                      <w:pPr>
                        <w:rPr>
                          <w:sz w:val="16"/>
                        </w:rPr>
                      </w:pPr>
                      <w:r>
                        <w:rPr>
                          <w:noProof/>
                          <w:sz w:val="16"/>
                        </w:rPr>
                        <w:drawing>
                          <wp:inline distT="0" distB="0" distL="0" distR="0" wp14:anchorId="289244A4" wp14:editId="2094AF48">
                            <wp:extent cx="2371725" cy="274571"/>
                            <wp:effectExtent l="0" t="0" r="0" b="0"/>
                            <wp:docPr id="4" name="Obrázek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Obrázek 4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447687" cy="28336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59B822B" w14:textId="77777777" w:rsidR="000352DE" w:rsidRPr="000E268A" w:rsidRDefault="000352DE" w:rsidP="000352DE">
                      <w:pPr>
                        <w:rPr>
                          <w:sz w:val="12"/>
                        </w:rPr>
                      </w:pPr>
                    </w:p>
                    <w:p w14:paraId="5F16EFE1" w14:textId="77777777" w:rsidR="005536C5" w:rsidRDefault="005536C5" w:rsidP="000352DE">
                      <w:pPr>
                        <w:rPr>
                          <w:sz w:val="20"/>
                        </w:rPr>
                      </w:pPr>
                    </w:p>
                    <w:p w14:paraId="4CAC6E94" w14:textId="77777777" w:rsidR="005536C5" w:rsidRDefault="005536C5" w:rsidP="000352DE">
                      <w:pPr>
                        <w:rPr>
                          <w:sz w:val="20"/>
                        </w:rPr>
                      </w:pPr>
                    </w:p>
                    <w:p w14:paraId="19DD96B2" w14:textId="0DFD622F" w:rsidR="000352DE" w:rsidRDefault="000352DE" w:rsidP="000352DE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Zhotovitel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64EAF3CB" w14:textId="3D96C870" w:rsidR="00525549" w:rsidRPr="00525549" w:rsidRDefault="00525549" w:rsidP="000352DE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fldChar w:fldCharType="begin"/>
                      </w:r>
                      <w:r>
                        <w:rPr>
                          <w:b/>
                        </w:rPr>
                        <w:instrText xml:space="preserve"> DOCPROPERTY  Company </w:instrText>
                      </w:r>
                      <w:r>
                        <w:rPr>
                          <w:b/>
                        </w:rPr>
                        <w:fldChar w:fldCharType="separate"/>
                      </w:r>
                      <w:r w:rsidR="005536C5">
                        <w:rPr>
                          <w:b/>
                        </w:rPr>
                        <w:t>FUSO ENERGO s.r.o.</w:t>
                      </w:r>
                      <w:r>
                        <w:rPr>
                          <w:b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caps/>
          <w:noProof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 wp14:anchorId="7948198B" wp14:editId="5E08F071">
                <wp:simplePos x="0" y="0"/>
                <wp:positionH relativeFrom="column">
                  <wp:posOffset>2978150</wp:posOffset>
                </wp:positionH>
                <wp:positionV relativeFrom="paragraph">
                  <wp:posOffset>4949591</wp:posOffset>
                </wp:positionV>
                <wp:extent cx="3013204" cy="1221339"/>
                <wp:effectExtent l="0" t="0" r="15875" b="17145"/>
                <wp:wrapNone/>
                <wp:docPr id="12" name="Textové po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3204" cy="1221339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697158A" w14:textId="77777777" w:rsidR="002B4593" w:rsidRPr="004E6EE2" w:rsidRDefault="002B4593" w:rsidP="002B4593">
                            <w:pPr>
                              <w:rPr>
                                <w:sz w:val="16"/>
                              </w:rPr>
                            </w:pPr>
                            <w:r w:rsidRPr="004E6EE2">
                              <w:rPr>
                                <w:sz w:val="16"/>
                              </w:rPr>
                              <w:fldChar w:fldCharType="begin"/>
                            </w:r>
                            <w:r w:rsidRPr="004E6EE2">
                              <w:rPr>
                                <w:sz w:val="16"/>
                              </w:rPr>
                              <w:instrText xml:space="preserve"> INCLUDETEXT "</w:instrText>
                            </w:r>
                            <w:r w:rsidRPr="004E6EE2">
                              <w:rPr>
                                <w:sz w:val="16"/>
                              </w:rPr>
                              <w:fldChar w:fldCharType="begin"/>
                            </w:r>
                            <w:r w:rsidRPr="004E6EE2">
                              <w:rPr>
                                <w:sz w:val="16"/>
                              </w:rPr>
                              <w:instrText xml:space="preserve"> FILENAME   \p </w:instrText>
                            </w:r>
                            <w:r w:rsidRPr="004E6EE2">
                              <w:rPr>
                                <w:sz w:val="16"/>
                              </w:rPr>
                              <w:fldChar w:fldCharType="separate"/>
                            </w:r>
                            <w:r w:rsidR="00EC764F">
                              <w:rPr>
                                <w:noProof/>
                                <w:sz w:val="16"/>
                              </w:rPr>
                              <w:instrText>D:\00_SES_Bohemia\Makra\Dokumentace\Projekt\2016_131R\03_DSP\08_Manuály\08-BE-16-00131_MAN.docx</w:instrText>
                            </w:r>
                            <w:r w:rsidRPr="004E6EE2">
                              <w:rPr>
                                <w:noProof/>
                                <w:sz w:val="16"/>
                              </w:rPr>
                              <w:fldChar w:fldCharType="end"/>
                            </w:r>
                            <w:r w:rsidRPr="004E6EE2">
                              <w:rPr>
                                <w:sz w:val="16"/>
                              </w:rPr>
                              <w:instrText xml:space="preserve"> /../../Titulní listy.docx" </w:instrText>
                            </w:r>
                            <w:r>
                              <w:rPr>
                                <w:sz w:val="16"/>
                              </w:rPr>
                              <w:instrText>Logo</w:instrText>
                            </w:r>
                            <w:r w:rsidRPr="004E6EE2">
                              <w:rPr>
                                <w:sz w:val="16"/>
                              </w:rPr>
                              <w:instrText xml:space="preserve">Investor \* MERGEFORMAT </w:instrText>
                            </w:r>
                            <w:r w:rsidRPr="004E6EE2">
                              <w:rPr>
                                <w:sz w:val="16"/>
                              </w:rPr>
                              <w:fldChar w:fldCharType="separate"/>
                            </w:r>
                            <w:r w:rsidR="00EC764F" w:rsidRPr="00EC764F">
                              <w:rPr>
                                <w:b/>
                                <w:bCs/>
                                <w:noProof/>
                                <w:sz w:val="16"/>
                              </w:rPr>
                              <w:drawing>
                                <wp:inline distT="0" distB="0" distL="0" distR="0" wp14:anchorId="142C0E61" wp14:editId="7930673E">
                                  <wp:extent cx="619356" cy="719455"/>
                                  <wp:effectExtent l="0" t="0" r="9525" b="4445"/>
                                  <wp:docPr id="15" name="Obrázek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Logo ČEZ.wmf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19356" cy="71945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4E6EE2">
                              <w:rPr>
                                <w:sz w:val="16"/>
                              </w:rPr>
                              <w:fldChar w:fldCharType="end"/>
                            </w:r>
                          </w:p>
                          <w:p w14:paraId="4D223CE7" w14:textId="77777777" w:rsidR="000352DE" w:rsidRPr="000E268A" w:rsidRDefault="000352DE" w:rsidP="000352DE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358747BB" w14:textId="77777777" w:rsidR="000352DE" w:rsidRDefault="000352DE" w:rsidP="000352DE">
                            <w:pPr>
                              <w:rPr>
                                <w:sz w:val="20"/>
                              </w:rPr>
                            </w:pPr>
                            <w:r w:rsidRPr="00D93033">
                              <w:rPr>
                                <w:sz w:val="20"/>
                              </w:rPr>
                              <w:t>Investor:</w:t>
                            </w:r>
                          </w:p>
                          <w:p w14:paraId="21D7944C" w14:textId="77777777" w:rsidR="007577A6" w:rsidRPr="00525549" w:rsidRDefault="00525549" w:rsidP="00411285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fldChar w:fldCharType="begin"/>
                            </w:r>
                            <w:r>
                              <w:rPr>
                                <w:b/>
                              </w:rPr>
                              <w:instrText xml:space="preserve"> DOCPROPERTY  Investor </w:instrText>
                            </w:r>
                            <w:r>
                              <w:rPr>
                                <w:b/>
                              </w:rPr>
                              <w:fldChar w:fldCharType="separate"/>
                            </w:r>
                            <w:r w:rsidR="00EC764F">
                              <w:rPr>
                                <w:b/>
                              </w:rPr>
                              <w:t>VŠB – Technická univerzita Ostrava</w:t>
                            </w:r>
                            <w:r>
                              <w:rPr>
                                <w:b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000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48198B" id="Textové pole 21" o:spid="_x0000_s1031" type="#_x0000_t202" style="position:absolute;margin-left:234.5pt;margin-top:389.75pt;width:237.25pt;height:96.15pt;z-index:25172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" filled="f">
                <v:textbox inset="2.5mm">
                  <w:txbxContent>
                    <w:p w14:paraId="6697158A" w14:textId="77777777" w:rsidR="002B4593" w:rsidRPr="004E6EE2" w:rsidRDefault="002B4593" w:rsidP="002B4593">
                      <w:pPr>
                        <w:rPr>
                          <w:sz w:val="16"/>
                        </w:rPr>
                      </w:pPr>
                      <w:r w:rsidRPr="004E6EE2">
                        <w:rPr>
                          <w:sz w:val="16"/>
                        </w:rPr>
                        <w:fldChar w:fldCharType="begin"/>
                      </w:r>
                      <w:r w:rsidRPr="004E6EE2">
                        <w:rPr>
                          <w:sz w:val="16"/>
                        </w:rPr>
                        <w:instrText xml:space="preserve"> INCLUDETEXT "</w:instrText>
                      </w:r>
                      <w:r w:rsidRPr="004E6EE2">
                        <w:rPr>
                          <w:sz w:val="16"/>
                        </w:rPr>
                        <w:fldChar w:fldCharType="begin"/>
                      </w:r>
                      <w:r w:rsidRPr="004E6EE2">
                        <w:rPr>
                          <w:sz w:val="16"/>
                        </w:rPr>
                        <w:instrText xml:space="preserve"> FILENAME   \p </w:instrText>
                      </w:r>
                      <w:r w:rsidRPr="004E6EE2">
                        <w:rPr>
                          <w:sz w:val="16"/>
                        </w:rPr>
                        <w:fldChar w:fldCharType="separate"/>
                      </w:r>
                      <w:r w:rsidR="00EC764F">
                        <w:rPr>
                          <w:noProof/>
                          <w:sz w:val="16"/>
                        </w:rPr>
                        <w:instrText>D:\00_SES_Bohemia\Makra\Dokumentace\Projekt\2016_131R\03_DSP\08_Manuály\08-BE-16-00131_MAN.docx</w:instrText>
                      </w:r>
                      <w:r w:rsidRPr="004E6EE2">
                        <w:rPr>
                          <w:noProof/>
                          <w:sz w:val="16"/>
                        </w:rPr>
                        <w:fldChar w:fldCharType="end"/>
                      </w:r>
                      <w:r w:rsidRPr="004E6EE2">
                        <w:rPr>
                          <w:sz w:val="16"/>
                        </w:rPr>
                        <w:instrText xml:space="preserve"> /../../Titulní listy.docx" </w:instrText>
                      </w:r>
                      <w:r>
                        <w:rPr>
                          <w:sz w:val="16"/>
                        </w:rPr>
                        <w:instrText>Logo</w:instrText>
                      </w:r>
                      <w:r w:rsidRPr="004E6EE2">
                        <w:rPr>
                          <w:sz w:val="16"/>
                        </w:rPr>
                        <w:instrText xml:space="preserve">Investor \* MERGEFORMAT </w:instrText>
                      </w:r>
                      <w:r w:rsidRPr="004E6EE2">
                        <w:rPr>
                          <w:sz w:val="16"/>
                        </w:rPr>
                        <w:fldChar w:fldCharType="separate"/>
                      </w:r>
                      <w:r w:rsidR="00EC764F" w:rsidRPr="00EC764F">
                        <w:rPr>
                          <w:b/>
                          <w:bCs/>
                          <w:noProof/>
                          <w:sz w:val="16"/>
                        </w:rPr>
                        <w:drawing>
                          <wp:inline distT="0" distB="0" distL="0" distR="0" wp14:anchorId="142C0E61" wp14:editId="7930673E">
                            <wp:extent cx="619356" cy="719455"/>
                            <wp:effectExtent l="0" t="0" r="9525" b="4445"/>
                            <wp:docPr id="15" name="Obrázek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Logo ČEZ.wmf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19356" cy="71945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4E6EE2">
                        <w:rPr>
                          <w:sz w:val="16"/>
                        </w:rPr>
                        <w:fldChar w:fldCharType="end"/>
                      </w:r>
                    </w:p>
                    <w:p w14:paraId="4D223CE7" w14:textId="77777777" w:rsidR="000352DE" w:rsidRPr="000E268A" w:rsidRDefault="000352DE" w:rsidP="000352DE">
                      <w:pPr>
                        <w:rPr>
                          <w:sz w:val="12"/>
                        </w:rPr>
                      </w:pPr>
                    </w:p>
                    <w:p w14:paraId="358747BB" w14:textId="77777777" w:rsidR="000352DE" w:rsidRDefault="000352DE" w:rsidP="000352DE">
                      <w:pPr>
                        <w:rPr>
                          <w:sz w:val="20"/>
                        </w:rPr>
                      </w:pPr>
                      <w:r w:rsidRPr="00D93033">
                        <w:rPr>
                          <w:sz w:val="20"/>
                        </w:rPr>
                        <w:t>Investor:</w:t>
                      </w:r>
                    </w:p>
                    <w:p w14:paraId="21D7944C" w14:textId="77777777" w:rsidR="007577A6" w:rsidRPr="00525549" w:rsidRDefault="00525549" w:rsidP="00411285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fldChar w:fldCharType="begin"/>
                      </w:r>
                      <w:r>
                        <w:rPr>
                          <w:b/>
                        </w:rPr>
                        <w:instrText xml:space="preserve"> DOCPROPERTY  Investor </w:instrText>
                      </w:r>
                      <w:r>
                        <w:rPr>
                          <w:b/>
                        </w:rPr>
                        <w:fldChar w:fldCharType="separate"/>
                      </w:r>
                      <w:r w:rsidR="00EC764F">
                        <w:rPr>
                          <w:b/>
                        </w:rPr>
                        <w:t>VŠB – Technická univerzita Ostrava</w:t>
                      </w:r>
                      <w:r>
                        <w:rPr>
                          <w:b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0352DE">
        <w:rPr>
          <w:b/>
          <w:caps/>
        </w:rPr>
        <w:br w:type="page"/>
      </w:r>
    </w:p>
    <w:p w14:paraId="307F6DF7" w14:textId="77777777" w:rsidR="00185D5C" w:rsidRDefault="00185D5C" w:rsidP="00725A56">
      <w:pPr>
        <w:pStyle w:val="Zkladntext"/>
        <w:rPr>
          <w:b/>
          <w:sz w:val="28"/>
          <w:lang w:val="cs-CZ"/>
        </w:rPr>
      </w:pPr>
    </w:p>
    <w:p w14:paraId="23AA57B3" w14:textId="77777777" w:rsidR="00EA67A1" w:rsidRDefault="00EA67A1" w:rsidP="00725A56">
      <w:pPr>
        <w:pStyle w:val="Zkladntext"/>
        <w:rPr>
          <w:b/>
          <w:sz w:val="28"/>
          <w:lang w:val="cs-CZ"/>
        </w:rPr>
      </w:pPr>
      <w:r w:rsidRPr="00EA67A1">
        <w:rPr>
          <w:b/>
          <w:sz w:val="28"/>
          <w:lang w:val="cs-CZ"/>
        </w:rPr>
        <w:t>Seznam průvodně technické dokumentace</w:t>
      </w:r>
    </w:p>
    <w:p w14:paraId="58F345FE" w14:textId="77777777" w:rsidR="00185D5C" w:rsidRDefault="00185D5C" w:rsidP="00725A56">
      <w:pPr>
        <w:pStyle w:val="Zkladntext"/>
        <w:rPr>
          <w:b/>
          <w:sz w:val="28"/>
          <w:lang w:val="cs-CZ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02"/>
        <w:gridCol w:w="4334"/>
        <w:gridCol w:w="1003"/>
      </w:tblGrid>
      <w:tr w:rsidR="00EA67A1" w:rsidRPr="00EA67A1" w14:paraId="35E744CA" w14:textId="77777777" w:rsidTr="00C459C9">
        <w:trPr>
          <w:trHeight w:val="255"/>
        </w:trPr>
        <w:tc>
          <w:tcPr>
            <w:tcW w:w="4302" w:type="dxa"/>
            <w:shd w:val="clear" w:color="auto" w:fill="auto"/>
            <w:vAlign w:val="center"/>
            <w:hideMark/>
          </w:tcPr>
          <w:p w14:paraId="07D1048F" w14:textId="77777777" w:rsidR="00EA67A1" w:rsidRPr="00EA67A1" w:rsidRDefault="00EA67A1" w:rsidP="00EA67A1">
            <w:pPr>
              <w:overflowPunct/>
              <w:autoSpaceDE/>
              <w:autoSpaceDN/>
              <w:adjustRightInd/>
              <w:textAlignment w:val="auto"/>
              <w:rPr>
                <w:rFonts w:ascii="Arial CE" w:eastAsia="Times New Roman" w:hAnsi="Arial CE" w:cs="Arial CE"/>
                <w:b/>
                <w:sz w:val="20"/>
              </w:rPr>
            </w:pPr>
            <w:r w:rsidRPr="00EA67A1">
              <w:rPr>
                <w:rFonts w:ascii="Arial CE" w:eastAsia="Times New Roman" w:hAnsi="Arial CE" w:cs="Arial CE"/>
                <w:b/>
                <w:sz w:val="20"/>
              </w:rPr>
              <w:t>Název</w:t>
            </w:r>
          </w:p>
        </w:tc>
        <w:tc>
          <w:tcPr>
            <w:tcW w:w="4334" w:type="dxa"/>
            <w:shd w:val="clear" w:color="auto" w:fill="auto"/>
            <w:vAlign w:val="center"/>
            <w:hideMark/>
          </w:tcPr>
          <w:p w14:paraId="78A888E9" w14:textId="77777777" w:rsidR="00EA67A1" w:rsidRPr="00EA67A1" w:rsidRDefault="00EA67A1" w:rsidP="00EA67A1">
            <w:pPr>
              <w:overflowPunct/>
              <w:autoSpaceDE/>
              <w:autoSpaceDN/>
              <w:adjustRightInd/>
              <w:textAlignment w:val="auto"/>
              <w:rPr>
                <w:rFonts w:ascii="Arial CE" w:eastAsia="Times New Roman" w:hAnsi="Arial CE" w:cs="Arial CE"/>
                <w:b/>
                <w:sz w:val="20"/>
              </w:rPr>
            </w:pPr>
            <w:r w:rsidRPr="00EA67A1">
              <w:rPr>
                <w:rFonts w:ascii="Arial CE" w:eastAsia="Times New Roman" w:hAnsi="Arial CE" w:cs="Arial CE"/>
                <w:b/>
                <w:sz w:val="20"/>
              </w:rPr>
              <w:t>Název souboru</w:t>
            </w:r>
          </w:p>
        </w:tc>
        <w:tc>
          <w:tcPr>
            <w:tcW w:w="1003" w:type="dxa"/>
            <w:shd w:val="clear" w:color="auto" w:fill="auto"/>
            <w:vAlign w:val="center"/>
            <w:hideMark/>
          </w:tcPr>
          <w:p w14:paraId="74993DDD" w14:textId="77777777" w:rsidR="00EA67A1" w:rsidRPr="00EA67A1" w:rsidRDefault="00EA67A1" w:rsidP="00EA67A1">
            <w:pPr>
              <w:overflowPunct/>
              <w:autoSpaceDE/>
              <w:autoSpaceDN/>
              <w:adjustRightInd/>
              <w:textAlignment w:val="auto"/>
              <w:rPr>
                <w:rFonts w:ascii="Arial CE" w:eastAsia="Times New Roman" w:hAnsi="Arial CE" w:cs="Arial CE"/>
                <w:b/>
                <w:sz w:val="20"/>
              </w:rPr>
            </w:pPr>
            <w:r w:rsidRPr="00EA67A1">
              <w:rPr>
                <w:rFonts w:ascii="Arial CE" w:eastAsia="Times New Roman" w:hAnsi="Arial CE" w:cs="Arial CE"/>
                <w:b/>
                <w:sz w:val="20"/>
              </w:rPr>
              <w:t>Počet listů</w:t>
            </w:r>
          </w:p>
        </w:tc>
      </w:tr>
      <w:tr w:rsidR="00EA67A1" w:rsidRPr="00EA67A1" w14:paraId="2AB6FDAB" w14:textId="77777777" w:rsidTr="00C459C9">
        <w:trPr>
          <w:trHeight w:val="255"/>
        </w:trPr>
        <w:tc>
          <w:tcPr>
            <w:tcW w:w="4302" w:type="dxa"/>
            <w:shd w:val="clear" w:color="auto" w:fill="auto"/>
            <w:vAlign w:val="center"/>
            <w:hideMark/>
          </w:tcPr>
          <w:p w14:paraId="0446DCD1" w14:textId="77777777" w:rsidR="00EA67A1" w:rsidRPr="00EA67A1" w:rsidRDefault="00EA67A1" w:rsidP="00B00E30">
            <w:pPr>
              <w:overflowPunct/>
              <w:autoSpaceDE/>
              <w:autoSpaceDN/>
              <w:adjustRightInd/>
              <w:textAlignment w:val="auto"/>
              <w:rPr>
                <w:rFonts w:ascii="Arial CE" w:eastAsia="Times New Roman" w:hAnsi="Arial CE" w:cs="Arial CE"/>
                <w:sz w:val="20"/>
              </w:rPr>
            </w:pPr>
            <w:r w:rsidRPr="00EA67A1">
              <w:rPr>
                <w:rFonts w:ascii="Arial CE" w:eastAsia="Times New Roman" w:hAnsi="Arial CE" w:cs="Arial CE"/>
                <w:sz w:val="20"/>
              </w:rPr>
              <w:t>Komunikační převodník rozhraní MBUS na Ethernet</w:t>
            </w:r>
          </w:p>
        </w:tc>
        <w:tc>
          <w:tcPr>
            <w:tcW w:w="4334" w:type="dxa"/>
            <w:shd w:val="clear" w:color="auto" w:fill="auto"/>
            <w:vAlign w:val="center"/>
            <w:hideMark/>
          </w:tcPr>
          <w:p w14:paraId="2D91F2D4" w14:textId="77777777" w:rsidR="00EA67A1" w:rsidRPr="00EA67A1" w:rsidRDefault="00EA67A1" w:rsidP="00B00E30">
            <w:pPr>
              <w:overflowPunct/>
              <w:autoSpaceDE/>
              <w:autoSpaceDN/>
              <w:adjustRightInd/>
              <w:textAlignment w:val="auto"/>
              <w:rPr>
                <w:rFonts w:ascii="Arial CE" w:eastAsia="Times New Roman" w:hAnsi="Arial CE" w:cs="Arial CE"/>
                <w:sz w:val="20"/>
              </w:rPr>
            </w:pPr>
            <w:r w:rsidRPr="00EA67A1">
              <w:rPr>
                <w:rFonts w:ascii="Arial CE" w:eastAsia="Times New Roman" w:hAnsi="Arial CE" w:cs="Arial CE"/>
                <w:sz w:val="20"/>
              </w:rPr>
              <w:t>Ethernet_MBus_5_letak_v3_3_SK.pdf</w:t>
            </w:r>
          </w:p>
        </w:tc>
        <w:tc>
          <w:tcPr>
            <w:tcW w:w="1003" w:type="dxa"/>
            <w:shd w:val="clear" w:color="auto" w:fill="auto"/>
            <w:vAlign w:val="center"/>
            <w:hideMark/>
          </w:tcPr>
          <w:p w14:paraId="531D6BA2" w14:textId="77777777" w:rsidR="00EA67A1" w:rsidRPr="00EA67A1" w:rsidRDefault="00EA67A1" w:rsidP="00B00E30">
            <w:pPr>
              <w:overflowPunct/>
              <w:autoSpaceDE/>
              <w:autoSpaceDN/>
              <w:adjustRightInd/>
              <w:ind w:firstLineChars="100" w:firstLine="200"/>
              <w:textAlignment w:val="auto"/>
              <w:rPr>
                <w:rFonts w:ascii="Arial CE" w:eastAsia="Times New Roman" w:hAnsi="Arial CE" w:cs="Arial CE"/>
                <w:sz w:val="20"/>
              </w:rPr>
            </w:pPr>
            <w:r w:rsidRPr="00EA67A1">
              <w:rPr>
                <w:rFonts w:ascii="Arial CE" w:eastAsia="Times New Roman" w:hAnsi="Arial CE" w:cs="Arial CE"/>
                <w:sz w:val="20"/>
              </w:rPr>
              <w:t>2</w:t>
            </w:r>
          </w:p>
        </w:tc>
      </w:tr>
      <w:tr w:rsidR="00EA67A1" w:rsidRPr="00EA67A1" w14:paraId="54448E3D" w14:textId="77777777" w:rsidTr="00C459C9">
        <w:trPr>
          <w:trHeight w:val="255"/>
        </w:trPr>
        <w:tc>
          <w:tcPr>
            <w:tcW w:w="4302" w:type="dxa"/>
            <w:shd w:val="clear" w:color="auto" w:fill="auto"/>
            <w:vAlign w:val="center"/>
            <w:hideMark/>
          </w:tcPr>
          <w:p w14:paraId="492E5E77" w14:textId="77777777" w:rsidR="00EA67A1" w:rsidRPr="00EA67A1" w:rsidRDefault="00EA67A1" w:rsidP="00B00E30">
            <w:pPr>
              <w:overflowPunct/>
              <w:autoSpaceDE/>
              <w:autoSpaceDN/>
              <w:adjustRightInd/>
              <w:textAlignment w:val="auto"/>
              <w:rPr>
                <w:rFonts w:ascii="Arial CE" w:eastAsia="Times New Roman" w:hAnsi="Arial CE" w:cs="Arial CE"/>
                <w:sz w:val="20"/>
              </w:rPr>
            </w:pPr>
            <w:r w:rsidRPr="00EA67A1">
              <w:rPr>
                <w:rFonts w:ascii="Arial CE" w:eastAsia="Times New Roman" w:hAnsi="Arial CE" w:cs="Arial CE"/>
                <w:sz w:val="20"/>
              </w:rPr>
              <w:t>Kamstrup - Multical602</w:t>
            </w:r>
          </w:p>
        </w:tc>
        <w:tc>
          <w:tcPr>
            <w:tcW w:w="4334" w:type="dxa"/>
            <w:shd w:val="clear" w:color="auto" w:fill="auto"/>
            <w:vAlign w:val="center"/>
            <w:hideMark/>
          </w:tcPr>
          <w:p w14:paraId="12EAD0CD" w14:textId="77777777" w:rsidR="00EA67A1" w:rsidRPr="00EA67A1" w:rsidRDefault="00EA67A1" w:rsidP="00B00E30">
            <w:pPr>
              <w:overflowPunct/>
              <w:autoSpaceDE/>
              <w:autoSpaceDN/>
              <w:adjustRightInd/>
              <w:textAlignment w:val="auto"/>
              <w:rPr>
                <w:rFonts w:ascii="Arial CE" w:eastAsia="Times New Roman" w:hAnsi="Arial CE" w:cs="Arial CE"/>
                <w:sz w:val="20"/>
              </w:rPr>
            </w:pPr>
            <w:r w:rsidRPr="00EA67A1">
              <w:rPr>
                <w:rFonts w:ascii="Arial CE" w:eastAsia="Times New Roman" w:hAnsi="Arial CE" w:cs="Arial CE"/>
                <w:sz w:val="20"/>
              </w:rPr>
              <w:t>multical_602_technical_description.pdf</w:t>
            </w:r>
          </w:p>
        </w:tc>
        <w:tc>
          <w:tcPr>
            <w:tcW w:w="1003" w:type="dxa"/>
            <w:shd w:val="clear" w:color="auto" w:fill="auto"/>
            <w:vAlign w:val="center"/>
            <w:hideMark/>
          </w:tcPr>
          <w:p w14:paraId="55590C95" w14:textId="77777777" w:rsidR="00EA67A1" w:rsidRPr="00EA67A1" w:rsidRDefault="00EA67A1" w:rsidP="00B00E30">
            <w:pPr>
              <w:overflowPunct/>
              <w:autoSpaceDE/>
              <w:autoSpaceDN/>
              <w:adjustRightInd/>
              <w:ind w:firstLineChars="100" w:firstLine="200"/>
              <w:textAlignment w:val="auto"/>
              <w:rPr>
                <w:rFonts w:ascii="Arial CE" w:eastAsia="Times New Roman" w:hAnsi="Arial CE" w:cs="Arial CE"/>
                <w:sz w:val="20"/>
              </w:rPr>
            </w:pPr>
            <w:r w:rsidRPr="00EA67A1">
              <w:rPr>
                <w:rFonts w:ascii="Arial CE" w:eastAsia="Times New Roman" w:hAnsi="Arial CE" w:cs="Arial CE"/>
                <w:sz w:val="20"/>
              </w:rPr>
              <w:t>113</w:t>
            </w:r>
          </w:p>
        </w:tc>
      </w:tr>
      <w:tr w:rsidR="00EA67A1" w:rsidRPr="00EA67A1" w14:paraId="749BAE45" w14:textId="77777777" w:rsidTr="00C459C9">
        <w:trPr>
          <w:trHeight w:val="255"/>
        </w:trPr>
        <w:tc>
          <w:tcPr>
            <w:tcW w:w="4302" w:type="dxa"/>
            <w:shd w:val="clear" w:color="auto" w:fill="auto"/>
            <w:vAlign w:val="center"/>
            <w:hideMark/>
          </w:tcPr>
          <w:p w14:paraId="65119964" w14:textId="77777777" w:rsidR="00EA67A1" w:rsidRPr="00EA67A1" w:rsidRDefault="00EA67A1" w:rsidP="00B00E30">
            <w:pPr>
              <w:overflowPunct/>
              <w:autoSpaceDE/>
              <w:autoSpaceDN/>
              <w:adjustRightInd/>
              <w:textAlignment w:val="auto"/>
              <w:rPr>
                <w:rFonts w:ascii="Arial CE" w:eastAsia="Times New Roman" w:hAnsi="Arial CE" w:cs="Arial CE"/>
                <w:sz w:val="20"/>
              </w:rPr>
            </w:pPr>
            <w:r w:rsidRPr="00EA67A1">
              <w:rPr>
                <w:rFonts w:ascii="Arial CE" w:eastAsia="Times New Roman" w:hAnsi="Arial CE" w:cs="Arial CE"/>
                <w:sz w:val="20"/>
              </w:rPr>
              <w:t>Komunikační převodník rozhraní MBUS na RS232</w:t>
            </w:r>
          </w:p>
        </w:tc>
        <w:tc>
          <w:tcPr>
            <w:tcW w:w="4334" w:type="dxa"/>
            <w:shd w:val="clear" w:color="auto" w:fill="auto"/>
            <w:vAlign w:val="center"/>
            <w:hideMark/>
          </w:tcPr>
          <w:p w14:paraId="6F368C5C" w14:textId="77777777" w:rsidR="00EA67A1" w:rsidRPr="00EA67A1" w:rsidRDefault="00EA67A1" w:rsidP="00B00E30">
            <w:pPr>
              <w:overflowPunct/>
              <w:autoSpaceDE/>
              <w:autoSpaceDN/>
              <w:adjustRightInd/>
              <w:textAlignment w:val="auto"/>
              <w:rPr>
                <w:rFonts w:ascii="Arial CE" w:eastAsia="Times New Roman" w:hAnsi="Arial CE" w:cs="Arial CE"/>
                <w:sz w:val="20"/>
              </w:rPr>
            </w:pPr>
            <w:r w:rsidRPr="00EA67A1">
              <w:rPr>
                <w:rFonts w:ascii="Arial CE" w:eastAsia="Times New Roman" w:hAnsi="Arial CE" w:cs="Arial CE"/>
                <w:sz w:val="20"/>
              </w:rPr>
              <w:t>RS232_MBus_XL_letak_v2_1_SK.pdf</w:t>
            </w:r>
          </w:p>
        </w:tc>
        <w:tc>
          <w:tcPr>
            <w:tcW w:w="1003" w:type="dxa"/>
            <w:shd w:val="clear" w:color="auto" w:fill="auto"/>
            <w:vAlign w:val="center"/>
            <w:hideMark/>
          </w:tcPr>
          <w:p w14:paraId="1AB38901" w14:textId="77777777" w:rsidR="00EA67A1" w:rsidRPr="00EA67A1" w:rsidRDefault="00EA67A1" w:rsidP="00B00E30">
            <w:pPr>
              <w:overflowPunct/>
              <w:autoSpaceDE/>
              <w:autoSpaceDN/>
              <w:adjustRightInd/>
              <w:ind w:firstLineChars="100" w:firstLine="200"/>
              <w:textAlignment w:val="auto"/>
              <w:rPr>
                <w:rFonts w:ascii="Arial CE" w:eastAsia="Times New Roman" w:hAnsi="Arial CE" w:cs="Arial CE"/>
                <w:sz w:val="20"/>
              </w:rPr>
            </w:pPr>
            <w:r w:rsidRPr="00EA67A1">
              <w:rPr>
                <w:rFonts w:ascii="Arial CE" w:eastAsia="Times New Roman" w:hAnsi="Arial CE" w:cs="Arial CE"/>
                <w:sz w:val="20"/>
              </w:rPr>
              <w:t>2</w:t>
            </w:r>
          </w:p>
        </w:tc>
      </w:tr>
      <w:tr w:rsidR="00EA67A1" w:rsidRPr="00EA67A1" w14:paraId="3416CB3D" w14:textId="77777777" w:rsidTr="00C459C9">
        <w:trPr>
          <w:trHeight w:val="255"/>
        </w:trPr>
        <w:tc>
          <w:tcPr>
            <w:tcW w:w="4302" w:type="dxa"/>
            <w:shd w:val="clear" w:color="auto" w:fill="auto"/>
            <w:vAlign w:val="center"/>
            <w:hideMark/>
          </w:tcPr>
          <w:p w14:paraId="13799524" w14:textId="77777777" w:rsidR="00EA67A1" w:rsidRPr="00EA67A1" w:rsidRDefault="00EA67A1" w:rsidP="00B00E30">
            <w:pPr>
              <w:overflowPunct/>
              <w:autoSpaceDE/>
              <w:autoSpaceDN/>
              <w:adjustRightInd/>
              <w:textAlignment w:val="auto"/>
              <w:rPr>
                <w:rFonts w:ascii="Arial CE" w:eastAsia="Times New Roman" w:hAnsi="Arial CE" w:cs="Arial CE"/>
                <w:sz w:val="20"/>
              </w:rPr>
            </w:pPr>
            <w:proofErr w:type="spellStart"/>
            <w:r w:rsidRPr="00EA67A1">
              <w:rPr>
                <w:rFonts w:ascii="Arial CE" w:eastAsia="Times New Roman" w:hAnsi="Arial CE" w:cs="Arial CE"/>
                <w:sz w:val="20"/>
              </w:rPr>
              <w:t>SCADApack</w:t>
            </w:r>
            <w:proofErr w:type="spellEnd"/>
            <w:r w:rsidRPr="00EA67A1">
              <w:rPr>
                <w:rFonts w:ascii="Arial CE" w:eastAsia="Times New Roman" w:hAnsi="Arial CE" w:cs="Arial CE"/>
                <w:sz w:val="20"/>
              </w:rPr>
              <w:t xml:space="preserve"> E Hardware manu</w:t>
            </w:r>
            <w:r w:rsidR="0075044C">
              <w:rPr>
                <w:rFonts w:ascii="Arial CE" w:eastAsia="Times New Roman" w:hAnsi="Arial CE" w:cs="Arial CE"/>
                <w:sz w:val="20"/>
              </w:rPr>
              <w:t>á</w:t>
            </w:r>
            <w:r w:rsidRPr="00EA67A1">
              <w:rPr>
                <w:rFonts w:ascii="Arial CE" w:eastAsia="Times New Roman" w:hAnsi="Arial CE" w:cs="Arial CE"/>
                <w:sz w:val="20"/>
              </w:rPr>
              <w:t>l</w:t>
            </w:r>
          </w:p>
        </w:tc>
        <w:tc>
          <w:tcPr>
            <w:tcW w:w="4334" w:type="dxa"/>
            <w:shd w:val="clear" w:color="auto" w:fill="auto"/>
            <w:vAlign w:val="center"/>
            <w:hideMark/>
          </w:tcPr>
          <w:p w14:paraId="3A5B3429" w14:textId="77777777" w:rsidR="00EA67A1" w:rsidRPr="00EA67A1" w:rsidRDefault="00EA67A1" w:rsidP="00B00E30">
            <w:pPr>
              <w:overflowPunct/>
              <w:autoSpaceDE/>
              <w:autoSpaceDN/>
              <w:adjustRightInd/>
              <w:textAlignment w:val="auto"/>
              <w:rPr>
                <w:rFonts w:ascii="Arial CE" w:eastAsia="Times New Roman" w:hAnsi="Arial CE" w:cs="Arial CE"/>
                <w:sz w:val="20"/>
              </w:rPr>
            </w:pPr>
            <w:r w:rsidRPr="00EA67A1">
              <w:rPr>
                <w:rFonts w:ascii="Arial CE" w:eastAsia="Times New Roman" w:hAnsi="Arial CE" w:cs="Arial CE"/>
                <w:sz w:val="20"/>
              </w:rPr>
              <w:t>SCADAPack_350E_Hardware_Manual.pdf</w:t>
            </w:r>
          </w:p>
        </w:tc>
        <w:tc>
          <w:tcPr>
            <w:tcW w:w="1003" w:type="dxa"/>
            <w:shd w:val="clear" w:color="auto" w:fill="auto"/>
            <w:vAlign w:val="center"/>
            <w:hideMark/>
          </w:tcPr>
          <w:p w14:paraId="57ECD791" w14:textId="77777777" w:rsidR="00EA67A1" w:rsidRPr="00EA67A1" w:rsidRDefault="00EA67A1" w:rsidP="00B00E30">
            <w:pPr>
              <w:overflowPunct/>
              <w:autoSpaceDE/>
              <w:autoSpaceDN/>
              <w:adjustRightInd/>
              <w:ind w:firstLineChars="100" w:firstLine="200"/>
              <w:textAlignment w:val="auto"/>
              <w:rPr>
                <w:rFonts w:ascii="Arial CE" w:eastAsia="Times New Roman" w:hAnsi="Arial CE" w:cs="Arial CE"/>
                <w:sz w:val="20"/>
              </w:rPr>
            </w:pPr>
            <w:r w:rsidRPr="00EA67A1">
              <w:rPr>
                <w:rFonts w:ascii="Arial CE" w:eastAsia="Times New Roman" w:hAnsi="Arial CE" w:cs="Arial CE"/>
                <w:sz w:val="20"/>
              </w:rPr>
              <w:t>112</w:t>
            </w:r>
          </w:p>
        </w:tc>
      </w:tr>
      <w:tr w:rsidR="00286529" w:rsidRPr="00EA67A1" w14:paraId="6E6EFBFD" w14:textId="77777777" w:rsidTr="00C459C9">
        <w:trPr>
          <w:trHeight w:val="255"/>
        </w:trPr>
        <w:tc>
          <w:tcPr>
            <w:tcW w:w="4302" w:type="dxa"/>
            <w:shd w:val="clear" w:color="auto" w:fill="auto"/>
            <w:vAlign w:val="center"/>
          </w:tcPr>
          <w:p w14:paraId="697FBCC6" w14:textId="77777777" w:rsidR="00286529" w:rsidRDefault="00286529" w:rsidP="00B00E30">
            <w:pPr>
              <w:overflowPunct/>
              <w:autoSpaceDE/>
              <w:autoSpaceDN/>
              <w:adjustRightInd/>
              <w:textAlignment w:val="auto"/>
              <w:rPr>
                <w:rFonts w:ascii="Arial CE" w:eastAsia="Times New Roman" w:hAnsi="Arial CE" w:cs="Arial CE"/>
                <w:sz w:val="20"/>
              </w:rPr>
            </w:pPr>
            <w:r w:rsidRPr="00286529">
              <w:rPr>
                <w:rFonts w:ascii="Arial CE" w:eastAsia="Times New Roman" w:hAnsi="Arial CE" w:cs="Arial CE"/>
                <w:sz w:val="20"/>
              </w:rPr>
              <w:t>Dodací list VSB_ZSEM_1DD_16_12_7</w:t>
            </w:r>
          </w:p>
        </w:tc>
        <w:tc>
          <w:tcPr>
            <w:tcW w:w="4334" w:type="dxa"/>
            <w:shd w:val="clear" w:color="auto" w:fill="auto"/>
            <w:vAlign w:val="center"/>
          </w:tcPr>
          <w:p w14:paraId="6479DB0F" w14:textId="77777777" w:rsidR="00286529" w:rsidRPr="007E4CE1" w:rsidRDefault="00286529" w:rsidP="00B00E30">
            <w:pPr>
              <w:overflowPunct/>
              <w:autoSpaceDE/>
              <w:autoSpaceDN/>
              <w:adjustRightInd/>
              <w:textAlignment w:val="auto"/>
              <w:rPr>
                <w:rFonts w:ascii="Arial CE" w:eastAsia="Times New Roman" w:hAnsi="Arial CE" w:cs="Arial CE"/>
                <w:sz w:val="20"/>
              </w:rPr>
            </w:pPr>
            <w:r w:rsidRPr="00286529">
              <w:rPr>
                <w:rFonts w:ascii="Arial CE" w:eastAsia="Times New Roman" w:hAnsi="Arial CE" w:cs="Arial CE"/>
                <w:sz w:val="20"/>
              </w:rPr>
              <w:t>VSB_ZSEM_1DD_16_12_7</w:t>
            </w:r>
            <w:r>
              <w:rPr>
                <w:rFonts w:ascii="Arial CE" w:eastAsia="Times New Roman" w:hAnsi="Arial CE" w:cs="Arial CE"/>
                <w:sz w:val="20"/>
              </w:rPr>
              <w:t>.pdf</w:t>
            </w:r>
          </w:p>
        </w:tc>
        <w:tc>
          <w:tcPr>
            <w:tcW w:w="1003" w:type="dxa"/>
            <w:shd w:val="clear" w:color="auto" w:fill="auto"/>
            <w:vAlign w:val="center"/>
          </w:tcPr>
          <w:p w14:paraId="31D5B434" w14:textId="77777777" w:rsidR="00286529" w:rsidRDefault="00286529" w:rsidP="00B00E30">
            <w:pPr>
              <w:overflowPunct/>
              <w:autoSpaceDE/>
              <w:autoSpaceDN/>
              <w:adjustRightInd/>
              <w:ind w:firstLineChars="100" w:firstLine="200"/>
              <w:textAlignment w:val="auto"/>
              <w:rPr>
                <w:rFonts w:ascii="Arial CE" w:eastAsia="Times New Roman" w:hAnsi="Arial CE" w:cs="Arial CE"/>
                <w:sz w:val="20"/>
              </w:rPr>
            </w:pPr>
            <w:r>
              <w:rPr>
                <w:rFonts w:ascii="Arial CE" w:eastAsia="Times New Roman" w:hAnsi="Arial CE" w:cs="Arial CE"/>
                <w:sz w:val="20"/>
              </w:rPr>
              <w:t>3</w:t>
            </w:r>
          </w:p>
        </w:tc>
      </w:tr>
      <w:tr w:rsidR="00C459C9" w:rsidRPr="00EA67A1" w14:paraId="0B8EA7CA" w14:textId="77777777" w:rsidTr="00C459C9">
        <w:trPr>
          <w:trHeight w:val="255"/>
        </w:trPr>
        <w:tc>
          <w:tcPr>
            <w:tcW w:w="4302" w:type="dxa"/>
            <w:shd w:val="clear" w:color="auto" w:fill="auto"/>
            <w:vAlign w:val="center"/>
          </w:tcPr>
          <w:p w14:paraId="32C61598" w14:textId="77777777" w:rsidR="00C459C9" w:rsidRPr="00286529" w:rsidRDefault="00C459C9" w:rsidP="00B00E30">
            <w:pPr>
              <w:overflowPunct/>
              <w:autoSpaceDE/>
              <w:autoSpaceDN/>
              <w:adjustRightInd/>
              <w:textAlignment w:val="auto"/>
              <w:rPr>
                <w:rFonts w:ascii="Arial CE" w:eastAsia="Times New Roman" w:hAnsi="Arial CE" w:cs="Arial CE"/>
                <w:sz w:val="20"/>
              </w:rPr>
            </w:pPr>
            <w:r w:rsidRPr="00EA67A1">
              <w:rPr>
                <w:rFonts w:ascii="Arial CE" w:eastAsia="Times New Roman" w:hAnsi="Arial CE" w:cs="Arial CE"/>
                <w:sz w:val="20"/>
              </w:rPr>
              <w:t xml:space="preserve">Komunikační převodník rozhraní MBUS na </w:t>
            </w:r>
            <w:r>
              <w:rPr>
                <w:rFonts w:ascii="Arial CE" w:eastAsia="Times New Roman" w:hAnsi="Arial CE" w:cs="Arial CE"/>
                <w:sz w:val="20"/>
              </w:rPr>
              <w:t>Ethernet 45zařízení</w:t>
            </w:r>
          </w:p>
        </w:tc>
        <w:tc>
          <w:tcPr>
            <w:tcW w:w="4334" w:type="dxa"/>
            <w:shd w:val="clear" w:color="auto" w:fill="auto"/>
            <w:vAlign w:val="center"/>
          </w:tcPr>
          <w:p w14:paraId="74372548" w14:textId="77777777" w:rsidR="00C459C9" w:rsidRPr="00286529" w:rsidRDefault="00C459C9" w:rsidP="00B00E30">
            <w:pPr>
              <w:overflowPunct/>
              <w:autoSpaceDE/>
              <w:autoSpaceDN/>
              <w:adjustRightInd/>
              <w:textAlignment w:val="auto"/>
              <w:rPr>
                <w:rFonts w:ascii="Arial CE" w:eastAsia="Times New Roman" w:hAnsi="Arial CE" w:cs="Arial CE"/>
                <w:sz w:val="20"/>
              </w:rPr>
            </w:pPr>
            <w:r w:rsidRPr="00C459C9">
              <w:rPr>
                <w:rFonts w:ascii="Arial CE" w:eastAsia="Times New Roman" w:hAnsi="Arial CE" w:cs="Arial CE"/>
                <w:sz w:val="20"/>
              </w:rPr>
              <w:t>Ethernet_MBus_XL_letak_v1_7_SK</w:t>
            </w:r>
            <w:r>
              <w:rPr>
                <w:rFonts w:ascii="Arial CE" w:eastAsia="Times New Roman" w:hAnsi="Arial CE" w:cs="Arial CE"/>
                <w:sz w:val="20"/>
              </w:rPr>
              <w:t>.pdf</w:t>
            </w:r>
          </w:p>
        </w:tc>
        <w:tc>
          <w:tcPr>
            <w:tcW w:w="1003" w:type="dxa"/>
            <w:shd w:val="clear" w:color="auto" w:fill="auto"/>
            <w:vAlign w:val="center"/>
          </w:tcPr>
          <w:p w14:paraId="029E3CC9" w14:textId="77777777" w:rsidR="00C459C9" w:rsidRDefault="00C459C9" w:rsidP="00B00E30">
            <w:pPr>
              <w:overflowPunct/>
              <w:autoSpaceDE/>
              <w:autoSpaceDN/>
              <w:adjustRightInd/>
              <w:ind w:firstLineChars="100" w:firstLine="200"/>
              <w:textAlignment w:val="auto"/>
              <w:rPr>
                <w:rFonts w:ascii="Arial CE" w:eastAsia="Times New Roman" w:hAnsi="Arial CE" w:cs="Arial CE"/>
                <w:sz w:val="20"/>
              </w:rPr>
            </w:pPr>
            <w:r>
              <w:rPr>
                <w:rFonts w:ascii="Arial CE" w:eastAsia="Times New Roman" w:hAnsi="Arial CE" w:cs="Arial CE"/>
                <w:sz w:val="20"/>
              </w:rPr>
              <w:t>3</w:t>
            </w:r>
          </w:p>
        </w:tc>
      </w:tr>
      <w:tr w:rsidR="00C459C9" w:rsidRPr="00EA67A1" w14:paraId="4F7DFA20" w14:textId="77777777" w:rsidTr="00C459C9">
        <w:trPr>
          <w:trHeight w:val="255"/>
        </w:trPr>
        <w:tc>
          <w:tcPr>
            <w:tcW w:w="4302" w:type="dxa"/>
            <w:shd w:val="clear" w:color="auto" w:fill="auto"/>
            <w:vAlign w:val="center"/>
          </w:tcPr>
          <w:p w14:paraId="7AC7AFC5" w14:textId="77777777" w:rsidR="00C459C9" w:rsidRPr="00EA67A1" w:rsidRDefault="00C459C9" w:rsidP="00B00E30">
            <w:pPr>
              <w:overflowPunct/>
              <w:autoSpaceDE/>
              <w:autoSpaceDN/>
              <w:adjustRightInd/>
              <w:textAlignment w:val="auto"/>
              <w:rPr>
                <w:rFonts w:ascii="Arial CE" w:eastAsia="Times New Roman" w:hAnsi="Arial CE" w:cs="Arial CE"/>
                <w:sz w:val="20"/>
              </w:rPr>
            </w:pPr>
            <w:r>
              <w:rPr>
                <w:rFonts w:ascii="Arial CE" w:eastAsia="Times New Roman" w:hAnsi="Arial CE" w:cs="Arial CE"/>
                <w:sz w:val="20"/>
              </w:rPr>
              <w:t>PLC MODICON M221 – katalogové listy</w:t>
            </w:r>
          </w:p>
        </w:tc>
        <w:tc>
          <w:tcPr>
            <w:tcW w:w="4334" w:type="dxa"/>
            <w:shd w:val="clear" w:color="auto" w:fill="auto"/>
            <w:vAlign w:val="center"/>
          </w:tcPr>
          <w:p w14:paraId="59AF2306" w14:textId="77777777" w:rsidR="00C459C9" w:rsidRPr="00C459C9" w:rsidRDefault="00C459C9" w:rsidP="00B00E30">
            <w:pPr>
              <w:overflowPunct/>
              <w:autoSpaceDE/>
              <w:autoSpaceDN/>
              <w:adjustRightInd/>
              <w:textAlignment w:val="auto"/>
              <w:rPr>
                <w:rFonts w:ascii="Arial CE" w:eastAsia="Times New Roman" w:hAnsi="Arial CE" w:cs="Arial CE"/>
                <w:sz w:val="20"/>
              </w:rPr>
            </w:pPr>
            <w:r w:rsidRPr="00C459C9">
              <w:rPr>
                <w:rFonts w:ascii="Arial CE" w:eastAsia="Times New Roman" w:hAnsi="Arial CE" w:cs="Arial CE"/>
                <w:sz w:val="20"/>
              </w:rPr>
              <w:t>DIA3ED2140106EN</w:t>
            </w:r>
            <w:r>
              <w:rPr>
                <w:rFonts w:ascii="Arial CE" w:eastAsia="Times New Roman" w:hAnsi="Arial CE" w:cs="Arial CE"/>
                <w:sz w:val="20"/>
              </w:rPr>
              <w:t>.pdf</w:t>
            </w:r>
          </w:p>
        </w:tc>
        <w:tc>
          <w:tcPr>
            <w:tcW w:w="1003" w:type="dxa"/>
            <w:shd w:val="clear" w:color="auto" w:fill="auto"/>
            <w:vAlign w:val="center"/>
          </w:tcPr>
          <w:p w14:paraId="2EDF81A9" w14:textId="77777777" w:rsidR="00C459C9" w:rsidRDefault="00C459C9" w:rsidP="00B00E30">
            <w:pPr>
              <w:overflowPunct/>
              <w:autoSpaceDE/>
              <w:autoSpaceDN/>
              <w:adjustRightInd/>
              <w:ind w:firstLineChars="100" w:firstLine="200"/>
              <w:textAlignment w:val="auto"/>
              <w:rPr>
                <w:rFonts w:ascii="Arial CE" w:eastAsia="Times New Roman" w:hAnsi="Arial CE" w:cs="Arial CE"/>
                <w:sz w:val="20"/>
              </w:rPr>
            </w:pPr>
            <w:r>
              <w:rPr>
                <w:rFonts w:ascii="Arial CE" w:eastAsia="Times New Roman" w:hAnsi="Arial CE" w:cs="Arial CE"/>
                <w:sz w:val="20"/>
              </w:rPr>
              <w:t>33</w:t>
            </w:r>
          </w:p>
        </w:tc>
      </w:tr>
      <w:tr w:rsidR="00004163" w:rsidRPr="0055582B" w14:paraId="30C3ED6D" w14:textId="77777777" w:rsidTr="0055582B">
        <w:trPr>
          <w:trHeight w:val="255"/>
        </w:trPr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16D46" w14:textId="77777777" w:rsidR="00004163" w:rsidRPr="0055582B" w:rsidRDefault="00004163" w:rsidP="00004163">
            <w:pPr>
              <w:overflowPunct/>
              <w:autoSpaceDE/>
              <w:autoSpaceDN/>
              <w:adjustRightInd/>
              <w:textAlignment w:val="auto"/>
              <w:rPr>
                <w:rFonts w:ascii="Arial CE" w:eastAsia="Times New Roman" w:hAnsi="Arial CE" w:cs="Arial CE"/>
                <w:sz w:val="20"/>
              </w:rPr>
            </w:pPr>
            <w:r>
              <w:rPr>
                <w:rFonts w:ascii="Arial CE" w:eastAsia="Times New Roman" w:hAnsi="Arial CE" w:cs="Arial CE"/>
                <w:sz w:val="20"/>
              </w:rPr>
              <w:t xml:space="preserve">MBUS </w:t>
            </w:r>
            <w:proofErr w:type="spellStart"/>
            <w:r>
              <w:rPr>
                <w:rFonts w:ascii="Arial CE" w:eastAsia="Times New Roman" w:hAnsi="Arial CE" w:cs="Arial CE"/>
                <w:sz w:val="20"/>
              </w:rPr>
              <w:t>Splitter</w:t>
            </w:r>
            <w:proofErr w:type="spellEnd"/>
            <w:r>
              <w:rPr>
                <w:rFonts w:ascii="Arial CE" w:eastAsia="Times New Roman" w:hAnsi="Arial CE" w:cs="Arial CE"/>
                <w:sz w:val="20"/>
              </w:rPr>
              <w:t xml:space="preserve"> – ELVACO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9F37D" w14:textId="77777777" w:rsidR="00004163" w:rsidRPr="0055582B" w:rsidRDefault="00004163" w:rsidP="00004163">
            <w:pPr>
              <w:overflowPunct/>
              <w:autoSpaceDE/>
              <w:autoSpaceDN/>
              <w:adjustRightInd/>
              <w:textAlignment w:val="auto"/>
              <w:rPr>
                <w:rFonts w:ascii="Arial CE" w:eastAsia="Times New Roman" w:hAnsi="Arial CE" w:cs="Arial CE"/>
                <w:sz w:val="20"/>
              </w:rPr>
            </w:pPr>
            <w:r w:rsidRPr="006141E3">
              <w:rPr>
                <w:rFonts w:ascii="Arial CE" w:eastAsia="Times New Roman" w:hAnsi="Arial CE" w:cs="Arial CE"/>
                <w:sz w:val="20"/>
              </w:rPr>
              <w:t>M-Bus Splitter.pdf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EF32D" w14:textId="77777777" w:rsidR="00004163" w:rsidRDefault="00004163" w:rsidP="00004163">
            <w:pPr>
              <w:overflowPunct/>
              <w:autoSpaceDE/>
              <w:autoSpaceDN/>
              <w:adjustRightInd/>
              <w:ind w:firstLineChars="100" w:firstLine="200"/>
              <w:textAlignment w:val="auto"/>
              <w:rPr>
                <w:rFonts w:ascii="Arial CE" w:eastAsia="Times New Roman" w:hAnsi="Arial CE" w:cs="Arial CE"/>
                <w:sz w:val="20"/>
              </w:rPr>
            </w:pPr>
            <w:r>
              <w:rPr>
                <w:rFonts w:ascii="Arial CE" w:eastAsia="Times New Roman" w:hAnsi="Arial CE" w:cs="Arial CE"/>
                <w:sz w:val="20"/>
              </w:rPr>
              <w:t>2</w:t>
            </w:r>
          </w:p>
        </w:tc>
      </w:tr>
      <w:tr w:rsidR="00004163" w:rsidRPr="0055582B" w14:paraId="2869ACFF" w14:textId="77777777" w:rsidTr="0055582B">
        <w:trPr>
          <w:trHeight w:val="255"/>
        </w:trPr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82D89" w14:textId="77777777" w:rsidR="00004163" w:rsidRPr="0055582B" w:rsidRDefault="00004163" w:rsidP="00004163">
            <w:pPr>
              <w:overflowPunct/>
              <w:autoSpaceDE/>
              <w:autoSpaceDN/>
              <w:adjustRightInd/>
              <w:textAlignment w:val="auto"/>
              <w:rPr>
                <w:rFonts w:ascii="Arial CE" w:eastAsia="Times New Roman" w:hAnsi="Arial CE" w:cs="Arial CE"/>
                <w:sz w:val="20"/>
              </w:rPr>
            </w:pPr>
            <w:proofErr w:type="spellStart"/>
            <w:r w:rsidRPr="00EA67A1">
              <w:rPr>
                <w:rFonts w:ascii="Arial CE" w:eastAsia="Times New Roman" w:hAnsi="Arial CE" w:cs="Arial CE"/>
                <w:sz w:val="20"/>
              </w:rPr>
              <w:t>Kamstrup</w:t>
            </w:r>
            <w:proofErr w:type="spellEnd"/>
            <w:r w:rsidRPr="00EA67A1">
              <w:rPr>
                <w:rFonts w:ascii="Arial CE" w:eastAsia="Times New Roman" w:hAnsi="Arial CE" w:cs="Arial CE"/>
                <w:sz w:val="20"/>
              </w:rPr>
              <w:t xml:space="preserve"> - Multical60</w:t>
            </w:r>
            <w:r>
              <w:rPr>
                <w:rFonts w:ascii="Arial CE" w:eastAsia="Times New Roman" w:hAnsi="Arial CE" w:cs="Arial CE"/>
                <w:sz w:val="20"/>
              </w:rPr>
              <w:t>3/803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7D0CB" w14:textId="77777777" w:rsidR="00004163" w:rsidRPr="0055582B" w:rsidRDefault="00004163" w:rsidP="00004163">
            <w:pPr>
              <w:overflowPunct/>
              <w:autoSpaceDE/>
              <w:autoSpaceDN/>
              <w:adjustRightInd/>
              <w:textAlignment w:val="auto"/>
              <w:rPr>
                <w:rFonts w:ascii="Arial CE" w:eastAsia="Times New Roman" w:hAnsi="Arial CE" w:cs="Arial CE"/>
                <w:sz w:val="20"/>
              </w:rPr>
            </w:pPr>
            <w:r w:rsidRPr="00004163">
              <w:rPr>
                <w:rFonts w:ascii="Arial CE" w:eastAsia="Times New Roman" w:hAnsi="Arial CE" w:cs="Arial CE"/>
                <w:sz w:val="20"/>
              </w:rPr>
              <w:t xml:space="preserve">MULTICAL 603,803 - Brožura </w:t>
            </w:r>
            <w:r>
              <w:rPr>
                <w:rFonts w:ascii="Arial CE" w:eastAsia="Times New Roman" w:hAnsi="Arial CE" w:cs="Arial CE"/>
                <w:sz w:val="20"/>
              </w:rPr>
              <w:t>–</w:t>
            </w:r>
            <w:r w:rsidRPr="00004163">
              <w:rPr>
                <w:rFonts w:ascii="Arial CE" w:eastAsia="Times New Roman" w:hAnsi="Arial CE" w:cs="Arial CE"/>
                <w:sz w:val="20"/>
              </w:rPr>
              <w:t xml:space="preserve"> Český</w:t>
            </w:r>
            <w:r>
              <w:rPr>
                <w:rFonts w:ascii="Arial CE" w:eastAsia="Times New Roman" w:hAnsi="Arial CE" w:cs="Arial CE"/>
                <w:sz w:val="20"/>
              </w:rPr>
              <w:t>.pdf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19E0F" w14:textId="77777777" w:rsidR="00004163" w:rsidRPr="0055582B" w:rsidRDefault="00004163" w:rsidP="00004163">
            <w:pPr>
              <w:overflowPunct/>
              <w:autoSpaceDE/>
              <w:autoSpaceDN/>
              <w:adjustRightInd/>
              <w:ind w:firstLineChars="100" w:firstLine="200"/>
              <w:textAlignment w:val="auto"/>
              <w:rPr>
                <w:rFonts w:ascii="Arial CE" w:eastAsia="Times New Roman" w:hAnsi="Arial CE" w:cs="Arial CE"/>
                <w:sz w:val="20"/>
              </w:rPr>
            </w:pPr>
            <w:r>
              <w:rPr>
                <w:rFonts w:ascii="Arial CE" w:eastAsia="Times New Roman" w:hAnsi="Arial CE" w:cs="Arial CE"/>
                <w:sz w:val="20"/>
              </w:rPr>
              <w:t>4</w:t>
            </w:r>
          </w:p>
        </w:tc>
      </w:tr>
      <w:tr w:rsidR="00004163" w:rsidRPr="0055582B" w14:paraId="5D797F67" w14:textId="77777777" w:rsidTr="0055582B">
        <w:trPr>
          <w:trHeight w:val="255"/>
        </w:trPr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E7CBD" w14:textId="77777777" w:rsidR="00004163" w:rsidRPr="00EA67A1" w:rsidRDefault="00004163" w:rsidP="00004163">
            <w:pPr>
              <w:overflowPunct/>
              <w:autoSpaceDE/>
              <w:autoSpaceDN/>
              <w:adjustRightInd/>
              <w:textAlignment w:val="auto"/>
              <w:rPr>
                <w:rFonts w:ascii="Arial CE" w:eastAsia="Times New Roman" w:hAnsi="Arial CE" w:cs="Arial CE"/>
                <w:sz w:val="20"/>
              </w:rPr>
            </w:pPr>
            <w:proofErr w:type="spellStart"/>
            <w:r w:rsidRPr="00EA67A1">
              <w:rPr>
                <w:rFonts w:ascii="Arial CE" w:eastAsia="Times New Roman" w:hAnsi="Arial CE" w:cs="Arial CE"/>
                <w:sz w:val="20"/>
              </w:rPr>
              <w:t>Kamstrup</w:t>
            </w:r>
            <w:proofErr w:type="spellEnd"/>
            <w:r w:rsidRPr="00EA67A1">
              <w:rPr>
                <w:rFonts w:ascii="Arial CE" w:eastAsia="Times New Roman" w:hAnsi="Arial CE" w:cs="Arial CE"/>
                <w:sz w:val="20"/>
              </w:rPr>
              <w:t xml:space="preserve"> </w:t>
            </w:r>
            <w:r>
              <w:rPr>
                <w:rFonts w:ascii="Arial CE" w:eastAsia="Times New Roman" w:hAnsi="Arial CE" w:cs="Arial CE"/>
                <w:sz w:val="20"/>
              </w:rPr>
              <w:t>–</w:t>
            </w:r>
            <w:r w:rsidRPr="00EA67A1">
              <w:rPr>
                <w:rFonts w:ascii="Arial CE" w:eastAsia="Times New Roman" w:hAnsi="Arial CE" w:cs="Arial CE"/>
                <w:sz w:val="20"/>
              </w:rPr>
              <w:t xml:space="preserve"> Multical</w:t>
            </w:r>
            <w:r>
              <w:rPr>
                <w:rFonts w:ascii="Arial CE" w:eastAsia="Times New Roman" w:hAnsi="Arial CE" w:cs="Arial CE"/>
                <w:sz w:val="20"/>
              </w:rPr>
              <w:t>803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45127" w14:textId="77777777" w:rsidR="00004163" w:rsidRPr="00EA67A1" w:rsidRDefault="00004163" w:rsidP="00004163">
            <w:pPr>
              <w:overflowPunct/>
              <w:autoSpaceDE/>
              <w:autoSpaceDN/>
              <w:adjustRightInd/>
              <w:textAlignment w:val="auto"/>
              <w:rPr>
                <w:rFonts w:ascii="Arial CE" w:eastAsia="Times New Roman" w:hAnsi="Arial CE" w:cs="Arial CE"/>
                <w:sz w:val="20"/>
              </w:rPr>
            </w:pPr>
            <w:r w:rsidRPr="00EA67A1">
              <w:rPr>
                <w:rFonts w:ascii="Arial CE" w:eastAsia="Times New Roman" w:hAnsi="Arial CE" w:cs="Arial CE"/>
                <w:sz w:val="20"/>
              </w:rPr>
              <w:t>multical_</w:t>
            </w:r>
            <w:r>
              <w:rPr>
                <w:rFonts w:ascii="Arial CE" w:eastAsia="Times New Roman" w:hAnsi="Arial CE" w:cs="Arial CE"/>
                <w:sz w:val="20"/>
              </w:rPr>
              <w:t>803</w:t>
            </w:r>
            <w:r w:rsidRPr="00EA67A1">
              <w:rPr>
                <w:rFonts w:ascii="Arial CE" w:eastAsia="Times New Roman" w:hAnsi="Arial CE" w:cs="Arial CE"/>
                <w:sz w:val="20"/>
              </w:rPr>
              <w:t>_technical_description.pdf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A0DA0" w14:textId="77777777" w:rsidR="00004163" w:rsidRPr="0055582B" w:rsidRDefault="00004163" w:rsidP="00004163">
            <w:pPr>
              <w:overflowPunct/>
              <w:autoSpaceDE/>
              <w:autoSpaceDN/>
              <w:adjustRightInd/>
              <w:ind w:firstLineChars="100" w:firstLine="200"/>
              <w:textAlignment w:val="auto"/>
              <w:rPr>
                <w:rFonts w:ascii="Arial CE" w:eastAsia="Times New Roman" w:hAnsi="Arial CE" w:cs="Arial CE"/>
                <w:sz w:val="20"/>
              </w:rPr>
            </w:pPr>
            <w:r>
              <w:rPr>
                <w:rFonts w:ascii="Arial CE" w:eastAsia="Times New Roman" w:hAnsi="Arial CE" w:cs="Arial CE"/>
                <w:sz w:val="20"/>
              </w:rPr>
              <w:t>171</w:t>
            </w:r>
          </w:p>
        </w:tc>
      </w:tr>
      <w:tr w:rsidR="00004163" w:rsidRPr="0055582B" w14:paraId="6AEF7FA2" w14:textId="77777777" w:rsidTr="0055582B">
        <w:trPr>
          <w:trHeight w:val="255"/>
        </w:trPr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968D0" w14:textId="77777777" w:rsidR="00004163" w:rsidRPr="0055582B" w:rsidRDefault="00004F8B" w:rsidP="00004163">
            <w:pPr>
              <w:overflowPunct/>
              <w:autoSpaceDE/>
              <w:autoSpaceDN/>
              <w:adjustRightInd/>
              <w:textAlignment w:val="auto"/>
              <w:rPr>
                <w:rFonts w:ascii="Arial CE" w:eastAsia="Times New Roman" w:hAnsi="Arial CE" w:cs="Arial CE"/>
                <w:sz w:val="20"/>
              </w:rPr>
            </w:pPr>
            <w:r>
              <w:rPr>
                <w:rFonts w:ascii="Arial CE" w:eastAsia="Times New Roman" w:hAnsi="Arial CE" w:cs="Arial CE"/>
                <w:sz w:val="20"/>
              </w:rPr>
              <w:t>Siemens MAG5000-Schéma zapojení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6B798" w14:textId="77777777" w:rsidR="00004163" w:rsidRPr="0055582B" w:rsidRDefault="00004F8B" w:rsidP="00004163">
            <w:pPr>
              <w:overflowPunct/>
              <w:autoSpaceDE/>
              <w:autoSpaceDN/>
              <w:adjustRightInd/>
              <w:textAlignment w:val="auto"/>
              <w:rPr>
                <w:rFonts w:ascii="Arial CE" w:eastAsia="Times New Roman" w:hAnsi="Arial CE" w:cs="Arial CE"/>
                <w:sz w:val="20"/>
              </w:rPr>
            </w:pPr>
            <w:r w:rsidRPr="00004F8B">
              <w:rPr>
                <w:rFonts w:ascii="Arial CE" w:eastAsia="Times New Roman" w:hAnsi="Arial CE" w:cs="Arial CE"/>
                <w:sz w:val="20"/>
              </w:rPr>
              <w:t>Siemens MAG 5000.pdf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E3FBA" w14:textId="77777777" w:rsidR="00004163" w:rsidRPr="0055582B" w:rsidRDefault="00004F8B" w:rsidP="00004163">
            <w:pPr>
              <w:overflowPunct/>
              <w:autoSpaceDE/>
              <w:autoSpaceDN/>
              <w:adjustRightInd/>
              <w:ind w:firstLineChars="100" w:firstLine="200"/>
              <w:textAlignment w:val="auto"/>
              <w:rPr>
                <w:rFonts w:ascii="Arial CE" w:eastAsia="Times New Roman" w:hAnsi="Arial CE" w:cs="Arial CE"/>
                <w:sz w:val="20"/>
              </w:rPr>
            </w:pPr>
            <w:r>
              <w:rPr>
                <w:rFonts w:ascii="Arial CE" w:eastAsia="Times New Roman" w:hAnsi="Arial CE" w:cs="Arial CE"/>
                <w:sz w:val="20"/>
              </w:rPr>
              <w:t>1</w:t>
            </w:r>
          </w:p>
        </w:tc>
      </w:tr>
      <w:tr w:rsidR="00004163" w:rsidRPr="0055582B" w14:paraId="5ACB1102" w14:textId="77777777" w:rsidTr="0055582B">
        <w:trPr>
          <w:trHeight w:val="255"/>
        </w:trPr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06B7B" w14:textId="77777777" w:rsidR="00004163" w:rsidRPr="0055582B" w:rsidRDefault="00004F8B" w:rsidP="00004163">
            <w:pPr>
              <w:overflowPunct/>
              <w:autoSpaceDE/>
              <w:autoSpaceDN/>
              <w:adjustRightInd/>
              <w:textAlignment w:val="auto"/>
              <w:rPr>
                <w:rFonts w:ascii="Arial CE" w:eastAsia="Times New Roman" w:hAnsi="Arial CE" w:cs="Arial CE"/>
                <w:sz w:val="20"/>
              </w:rPr>
            </w:pPr>
            <w:r>
              <w:rPr>
                <w:rFonts w:ascii="Arial CE" w:eastAsia="Times New Roman" w:hAnsi="Arial CE" w:cs="Arial CE"/>
                <w:sz w:val="20"/>
              </w:rPr>
              <w:t>DIRIS DIGIWARE – Schéma zapojení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80A74" w14:textId="77777777" w:rsidR="00004163" w:rsidRPr="0055582B" w:rsidRDefault="00004F8B" w:rsidP="00004163">
            <w:pPr>
              <w:overflowPunct/>
              <w:autoSpaceDE/>
              <w:autoSpaceDN/>
              <w:adjustRightInd/>
              <w:textAlignment w:val="auto"/>
              <w:rPr>
                <w:rFonts w:ascii="Arial CE" w:eastAsia="Times New Roman" w:hAnsi="Arial CE" w:cs="Arial CE"/>
                <w:sz w:val="20"/>
              </w:rPr>
            </w:pPr>
            <w:r w:rsidRPr="00004F8B">
              <w:rPr>
                <w:rFonts w:ascii="Arial CE" w:eastAsia="Times New Roman" w:hAnsi="Arial CE" w:cs="Arial CE"/>
                <w:sz w:val="20"/>
              </w:rPr>
              <w:t>Digiware_quick_manual_2020_en.pdf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5C389" w14:textId="77777777" w:rsidR="00004163" w:rsidRPr="0055582B" w:rsidRDefault="00004F8B" w:rsidP="00004163">
            <w:pPr>
              <w:overflowPunct/>
              <w:autoSpaceDE/>
              <w:autoSpaceDN/>
              <w:adjustRightInd/>
              <w:ind w:firstLineChars="100" w:firstLine="200"/>
              <w:textAlignment w:val="auto"/>
              <w:rPr>
                <w:rFonts w:ascii="Arial CE" w:eastAsia="Times New Roman" w:hAnsi="Arial CE" w:cs="Arial CE"/>
                <w:sz w:val="20"/>
              </w:rPr>
            </w:pPr>
            <w:r>
              <w:rPr>
                <w:rFonts w:ascii="Arial CE" w:eastAsia="Times New Roman" w:hAnsi="Arial CE" w:cs="Arial CE"/>
                <w:sz w:val="20"/>
              </w:rPr>
              <w:t>2</w:t>
            </w:r>
          </w:p>
        </w:tc>
      </w:tr>
      <w:tr w:rsidR="00004163" w:rsidRPr="0055582B" w14:paraId="5DC57308" w14:textId="77777777" w:rsidTr="0055582B">
        <w:trPr>
          <w:trHeight w:val="255"/>
        </w:trPr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85EB2" w14:textId="77777777" w:rsidR="00004163" w:rsidRPr="0055582B" w:rsidRDefault="00004F8B" w:rsidP="00004163">
            <w:pPr>
              <w:overflowPunct/>
              <w:autoSpaceDE/>
              <w:autoSpaceDN/>
              <w:adjustRightInd/>
              <w:textAlignment w:val="auto"/>
              <w:rPr>
                <w:rFonts w:ascii="Arial CE" w:eastAsia="Times New Roman" w:hAnsi="Arial CE" w:cs="Arial CE"/>
                <w:sz w:val="20"/>
              </w:rPr>
            </w:pPr>
            <w:r>
              <w:rPr>
                <w:rFonts w:ascii="Arial CE" w:eastAsia="Times New Roman" w:hAnsi="Arial CE" w:cs="Arial CE"/>
                <w:sz w:val="20"/>
              </w:rPr>
              <w:t>DIRIS DIGIWARE – Hlavní jed</w:t>
            </w:r>
            <w:r w:rsidR="00C01E5A">
              <w:rPr>
                <w:rFonts w:ascii="Arial CE" w:eastAsia="Times New Roman" w:hAnsi="Arial CE" w:cs="Arial CE"/>
                <w:sz w:val="20"/>
              </w:rPr>
              <w:t>n</w:t>
            </w:r>
            <w:r>
              <w:rPr>
                <w:rFonts w:ascii="Arial CE" w:eastAsia="Times New Roman" w:hAnsi="Arial CE" w:cs="Arial CE"/>
                <w:sz w:val="20"/>
              </w:rPr>
              <w:t>otka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5A71C" w14:textId="77777777" w:rsidR="00004163" w:rsidRPr="0055582B" w:rsidRDefault="00004F8B" w:rsidP="00004163">
            <w:pPr>
              <w:overflowPunct/>
              <w:autoSpaceDE/>
              <w:autoSpaceDN/>
              <w:adjustRightInd/>
              <w:textAlignment w:val="auto"/>
              <w:rPr>
                <w:rFonts w:ascii="Arial CE" w:eastAsia="Times New Roman" w:hAnsi="Arial CE" w:cs="Arial CE"/>
                <w:sz w:val="20"/>
              </w:rPr>
            </w:pPr>
            <w:r w:rsidRPr="00004F8B">
              <w:rPr>
                <w:rFonts w:ascii="Arial CE" w:eastAsia="Times New Roman" w:hAnsi="Arial CE" w:cs="Arial CE"/>
                <w:sz w:val="20"/>
              </w:rPr>
              <w:t>Digiware_d-xx_c-xx_2020_en.pdf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8ABD9" w14:textId="77777777" w:rsidR="00004163" w:rsidRPr="0055582B" w:rsidRDefault="00004F8B" w:rsidP="00004163">
            <w:pPr>
              <w:overflowPunct/>
              <w:autoSpaceDE/>
              <w:autoSpaceDN/>
              <w:adjustRightInd/>
              <w:ind w:firstLineChars="100" w:firstLine="200"/>
              <w:textAlignment w:val="auto"/>
              <w:rPr>
                <w:rFonts w:ascii="Arial CE" w:eastAsia="Times New Roman" w:hAnsi="Arial CE" w:cs="Arial CE"/>
                <w:sz w:val="20"/>
              </w:rPr>
            </w:pPr>
            <w:r>
              <w:rPr>
                <w:rFonts w:ascii="Arial CE" w:eastAsia="Times New Roman" w:hAnsi="Arial CE" w:cs="Arial CE"/>
                <w:sz w:val="20"/>
              </w:rPr>
              <w:t>6</w:t>
            </w:r>
          </w:p>
        </w:tc>
      </w:tr>
    </w:tbl>
    <w:p w14:paraId="7ADAD384" w14:textId="77777777" w:rsidR="00970EE1" w:rsidRDefault="00D03C2B" w:rsidP="00D03C2B">
      <w:pPr>
        <w:pStyle w:val="Zkladntext"/>
        <w:rPr>
          <w:sz w:val="20"/>
          <w:lang w:val="cs-CZ"/>
        </w:rPr>
      </w:pPr>
      <w:r w:rsidRPr="00D03C2B">
        <w:rPr>
          <w:sz w:val="20"/>
          <w:lang w:val="cs-CZ"/>
        </w:rPr>
        <w:t>Průvodně technická dokumentace na CD.</w:t>
      </w:r>
    </w:p>
    <w:p w14:paraId="37F17873" w14:textId="77777777" w:rsidR="00970EE1" w:rsidRPr="00970EE1" w:rsidRDefault="00970EE1" w:rsidP="00970EE1">
      <w:pPr>
        <w:rPr>
          <w:lang w:eastAsia="x-none"/>
        </w:rPr>
      </w:pPr>
    </w:p>
    <w:p w14:paraId="45A6933E" w14:textId="77777777" w:rsidR="00970EE1" w:rsidRPr="00970EE1" w:rsidRDefault="00970EE1" w:rsidP="00970EE1">
      <w:pPr>
        <w:rPr>
          <w:lang w:eastAsia="x-none"/>
        </w:rPr>
      </w:pPr>
    </w:p>
    <w:p w14:paraId="226B8598" w14:textId="77777777" w:rsidR="00970EE1" w:rsidRPr="00970EE1" w:rsidRDefault="00970EE1" w:rsidP="00970EE1">
      <w:pPr>
        <w:rPr>
          <w:lang w:eastAsia="x-none"/>
        </w:rPr>
      </w:pPr>
    </w:p>
    <w:p w14:paraId="11F0EA6B" w14:textId="77777777" w:rsidR="00970EE1" w:rsidRPr="00970EE1" w:rsidRDefault="00970EE1" w:rsidP="00970EE1">
      <w:pPr>
        <w:rPr>
          <w:lang w:eastAsia="x-none"/>
        </w:rPr>
      </w:pPr>
    </w:p>
    <w:p w14:paraId="625DC84F" w14:textId="77777777" w:rsidR="00970EE1" w:rsidRPr="00970EE1" w:rsidRDefault="00970EE1" w:rsidP="00970EE1">
      <w:pPr>
        <w:rPr>
          <w:lang w:eastAsia="x-none"/>
        </w:rPr>
      </w:pPr>
    </w:p>
    <w:p w14:paraId="42DA7CCE" w14:textId="77777777" w:rsidR="00970EE1" w:rsidRPr="00970EE1" w:rsidRDefault="00970EE1" w:rsidP="00970EE1">
      <w:pPr>
        <w:rPr>
          <w:lang w:eastAsia="x-none"/>
        </w:rPr>
      </w:pPr>
    </w:p>
    <w:p w14:paraId="52F2B936" w14:textId="77777777" w:rsidR="00970EE1" w:rsidRPr="00970EE1" w:rsidRDefault="00970EE1" w:rsidP="00970EE1">
      <w:pPr>
        <w:rPr>
          <w:lang w:eastAsia="x-none"/>
        </w:rPr>
      </w:pPr>
    </w:p>
    <w:p w14:paraId="44B8264E" w14:textId="77777777" w:rsidR="00970EE1" w:rsidRPr="00970EE1" w:rsidRDefault="00970EE1" w:rsidP="00970EE1">
      <w:pPr>
        <w:rPr>
          <w:lang w:eastAsia="x-none"/>
        </w:rPr>
      </w:pPr>
    </w:p>
    <w:p w14:paraId="67A2686F" w14:textId="77777777" w:rsidR="00970EE1" w:rsidRPr="00970EE1" w:rsidRDefault="00970EE1" w:rsidP="00970EE1">
      <w:pPr>
        <w:rPr>
          <w:lang w:eastAsia="x-none"/>
        </w:rPr>
      </w:pPr>
    </w:p>
    <w:p w14:paraId="5C8D4BF4" w14:textId="77777777" w:rsidR="00970EE1" w:rsidRPr="00970EE1" w:rsidRDefault="00970EE1" w:rsidP="00970EE1">
      <w:pPr>
        <w:rPr>
          <w:lang w:eastAsia="x-none"/>
        </w:rPr>
      </w:pPr>
    </w:p>
    <w:p w14:paraId="33A7C37B" w14:textId="77777777" w:rsidR="00970EE1" w:rsidRPr="00970EE1" w:rsidRDefault="00970EE1" w:rsidP="00970EE1">
      <w:pPr>
        <w:rPr>
          <w:lang w:eastAsia="x-none"/>
        </w:rPr>
      </w:pPr>
    </w:p>
    <w:p w14:paraId="4603187B" w14:textId="77777777" w:rsidR="00970EE1" w:rsidRPr="00970EE1" w:rsidRDefault="00970EE1" w:rsidP="00970EE1">
      <w:pPr>
        <w:rPr>
          <w:lang w:eastAsia="x-none"/>
        </w:rPr>
      </w:pPr>
    </w:p>
    <w:p w14:paraId="7FCEF581" w14:textId="77777777" w:rsidR="00970EE1" w:rsidRPr="00970EE1" w:rsidRDefault="00970EE1" w:rsidP="00970EE1">
      <w:pPr>
        <w:rPr>
          <w:lang w:eastAsia="x-none"/>
        </w:rPr>
      </w:pPr>
    </w:p>
    <w:p w14:paraId="41AD595D" w14:textId="77777777" w:rsidR="00970EE1" w:rsidRPr="00970EE1" w:rsidRDefault="00970EE1" w:rsidP="00970EE1">
      <w:pPr>
        <w:rPr>
          <w:lang w:eastAsia="x-none"/>
        </w:rPr>
      </w:pPr>
    </w:p>
    <w:p w14:paraId="324A163C" w14:textId="77777777" w:rsidR="00970EE1" w:rsidRPr="00970EE1" w:rsidRDefault="00970EE1" w:rsidP="00970EE1">
      <w:pPr>
        <w:rPr>
          <w:lang w:eastAsia="x-none"/>
        </w:rPr>
      </w:pPr>
    </w:p>
    <w:p w14:paraId="5F43C048" w14:textId="77777777" w:rsidR="00970EE1" w:rsidRDefault="00970EE1" w:rsidP="00970EE1">
      <w:pPr>
        <w:rPr>
          <w:lang w:eastAsia="x-none"/>
        </w:rPr>
      </w:pPr>
    </w:p>
    <w:p w14:paraId="453464BF" w14:textId="77777777" w:rsidR="00970EE1" w:rsidRDefault="00970EE1" w:rsidP="00970EE1">
      <w:pPr>
        <w:rPr>
          <w:lang w:eastAsia="x-none"/>
        </w:rPr>
      </w:pPr>
    </w:p>
    <w:p w14:paraId="0609BE05" w14:textId="77777777" w:rsidR="00D03C2B" w:rsidRPr="00970EE1" w:rsidRDefault="00970EE1" w:rsidP="00970EE1">
      <w:pPr>
        <w:tabs>
          <w:tab w:val="left" w:pos="3345"/>
        </w:tabs>
        <w:rPr>
          <w:lang w:eastAsia="x-none"/>
        </w:rPr>
      </w:pPr>
      <w:r>
        <w:rPr>
          <w:lang w:eastAsia="x-none"/>
        </w:rPr>
        <w:tab/>
      </w:r>
    </w:p>
    <w:sectPr w:rsidR="00D03C2B" w:rsidRPr="00970EE1" w:rsidSect="004033C7">
      <w:headerReference w:type="default" r:id="rId10"/>
      <w:footerReference w:type="default" r:id="rId11"/>
      <w:headerReference w:type="first" r:id="rId12"/>
      <w:pgSz w:w="11906" w:h="16838" w:code="9"/>
      <w:pgMar w:top="1985" w:right="851" w:bottom="1134" w:left="1418" w:header="709" w:footer="709" w:gutter="0"/>
      <w:pgBorders w:display="firstPage"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pgBorders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D5220" w14:textId="77777777" w:rsidR="00961E8F" w:rsidRDefault="00961E8F">
      <w:r>
        <w:separator/>
      </w:r>
    </w:p>
  </w:endnote>
  <w:endnote w:type="continuationSeparator" w:id="0">
    <w:p w14:paraId="47B70C86" w14:textId="77777777" w:rsidR="00961E8F" w:rsidRDefault="00961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AFF3F" w14:textId="77777777" w:rsidR="00D04E28" w:rsidRDefault="00DA5A05" w:rsidP="00CB063D">
    <w:r>
      <w:rPr>
        <w:noProof/>
      </w:rPr>
      <mc:AlternateContent>
        <mc:Choice Requires="wps">
          <w:drawing>
            <wp:anchor distT="0" distB="0" distL="114300" distR="114300" simplePos="0" relativeHeight="251672064" behindDoc="0" locked="0" layoutInCell="1" allowOverlap="1" wp14:anchorId="76010335" wp14:editId="1FE4ED8F">
              <wp:simplePos x="0" y="0"/>
              <wp:positionH relativeFrom="column">
                <wp:posOffset>3837044</wp:posOffset>
              </wp:positionH>
              <wp:positionV relativeFrom="paragraph">
                <wp:posOffset>-67739</wp:posOffset>
              </wp:positionV>
              <wp:extent cx="2297621" cy="285750"/>
              <wp:effectExtent l="0" t="0" r="26670" b="19050"/>
              <wp:wrapNone/>
              <wp:docPr id="21" name="Textové pole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7621" cy="2857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59DEB61E" w14:textId="1DAA0914" w:rsidR="004F50C4" w:rsidRPr="00EE10DB" w:rsidRDefault="00DA5A05" w:rsidP="00434ADC">
                          <w:pPr>
                            <w:jc w:val="right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sz w:val="16"/>
                            </w:rPr>
                            <w:t>Archivní číslo</w:t>
                          </w:r>
                          <w:r w:rsidR="004F50C4" w:rsidRPr="007428B0">
                            <w:rPr>
                              <w:sz w:val="16"/>
                            </w:rPr>
                            <w:t>:</w:t>
                          </w:r>
                          <w:r w:rsidR="004F50C4">
                            <w:rPr>
                              <w:sz w:val="16"/>
                            </w:rPr>
                            <w:t xml:space="preserve"> </w:t>
                          </w:r>
                          <w:r w:rsidR="00EE10DB">
                            <w:rPr>
                              <w:b/>
                              <w:sz w:val="20"/>
                            </w:rPr>
                            <w:fldChar w:fldCharType="begin"/>
                          </w:r>
                          <w:r w:rsidR="00EE10DB">
                            <w:rPr>
                              <w:b/>
                              <w:sz w:val="20"/>
                            </w:rPr>
                            <w:instrText xml:space="preserve"> DOCPROPERTY  "Archivní číslo" </w:instrText>
                          </w:r>
                          <w:r w:rsidR="00EE10DB">
                            <w:rPr>
                              <w:b/>
                              <w:sz w:val="20"/>
                            </w:rPr>
                            <w:fldChar w:fldCharType="separate"/>
                          </w:r>
                          <w:r w:rsidR="005536C5">
                            <w:rPr>
                              <w:b/>
                              <w:sz w:val="20"/>
                            </w:rPr>
                            <w:t>2021_054</w:t>
                          </w:r>
                          <w:r w:rsidR="00EE10DB">
                            <w:rPr>
                              <w:b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0000" tIns="36000" rIns="91440" bIns="3600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6010335"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margin-left:302.15pt;margin-top:-5.35pt;width:180.9pt;height:22.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" filled="f">
              <v:textbox inset="2.5mm,1mm,,1mm">
                <w:txbxContent>
                  <w:p w14:paraId="59DEB61E" w14:textId="1DAA0914" w:rsidR="004F50C4" w:rsidRPr="00EE10DB" w:rsidRDefault="00DA5A05" w:rsidP="00434ADC">
                    <w:pPr>
                      <w:jc w:val="right"/>
                      <w:rPr>
                        <w:b/>
                        <w:sz w:val="20"/>
                      </w:rPr>
                    </w:pPr>
                    <w:r>
                      <w:rPr>
                        <w:sz w:val="16"/>
                      </w:rPr>
                      <w:t>Archivní číslo</w:t>
                    </w:r>
                    <w:r w:rsidR="004F50C4" w:rsidRPr="007428B0">
                      <w:rPr>
                        <w:sz w:val="16"/>
                      </w:rPr>
                      <w:t>:</w:t>
                    </w:r>
                    <w:r w:rsidR="004F50C4">
                      <w:rPr>
                        <w:sz w:val="16"/>
                      </w:rPr>
                      <w:t xml:space="preserve"> </w:t>
                    </w:r>
                    <w:r w:rsidR="00EE10DB">
                      <w:rPr>
                        <w:b/>
                        <w:sz w:val="20"/>
                      </w:rPr>
                      <w:fldChar w:fldCharType="begin"/>
                    </w:r>
                    <w:r w:rsidR="00EE10DB">
                      <w:rPr>
                        <w:b/>
                        <w:sz w:val="20"/>
                      </w:rPr>
                      <w:instrText xml:space="preserve"> DOCPROPERTY  "Archivní číslo" </w:instrText>
                    </w:r>
                    <w:r w:rsidR="00EE10DB">
                      <w:rPr>
                        <w:b/>
                        <w:sz w:val="20"/>
                      </w:rPr>
                      <w:fldChar w:fldCharType="separate"/>
                    </w:r>
                    <w:r w:rsidR="005536C5">
                      <w:rPr>
                        <w:b/>
                        <w:sz w:val="20"/>
                      </w:rPr>
                      <w:t>2021_054</w:t>
                    </w:r>
                    <w:r w:rsidR="00EE10DB">
                      <w:rPr>
                        <w:b/>
                        <w:sz w:val="2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2C7A509B" wp14:editId="6B7312FD">
              <wp:simplePos x="0" y="0"/>
              <wp:positionH relativeFrom="column">
                <wp:posOffset>36408</wp:posOffset>
              </wp:positionH>
              <wp:positionV relativeFrom="paragraph">
                <wp:posOffset>-67739</wp:posOffset>
              </wp:positionV>
              <wp:extent cx="2294415" cy="287655"/>
              <wp:effectExtent l="0" t="0" r="10795" b="17145"/>
              <wp:wrapNone/>
              <wp:docPr id="3" name="Textové pole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4415" cy="28765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4B28522A" w14:textId="0E639A9F" w:rsidR="007428B0" w:rsidRPr="00EE10DB" w:rsidRDefault="007428B0" w:rsidP="007428B0">
                          <w:pPr>
                            <w:rPr>
                              <w:b/>
                              <w:sz w:val="20"/>
                            </w:rPr>
                          </w:pPr>
                          <w:r w:rsidRPr="007428B0">
                            <w:rPr>
                              <w:sz w:val="16"/>
                            </w:rPr>
                            <w:t>Datum:</w:t>
                          </w:r>
                          <w:r>
                            <w:rPr>
                              <w:sz w:val="16"/>
                            </w:rPr>
                            <w:t xml:space="preserve"> </w:t>
                          </w:r>
                          <w:r w:rsidR="00EE10DB">
                            <w:rPr>
                              <w:b/>
                              <w:sz w:val="20"/>
                            </w:rPr>
                            <w:fldChar w:fldCharType="begin"/>
                          </w:r>
                          <w:r w:rsidR="00EE10DB">
                            <w:rPr>
                              <w:b/>
                              <w:sz w:val="20"/>
                            </w:rPr>
                            <w:instrText xml:space="preserve"> DOCPROPERTY  Datum </w:instrText>
                          </w:r>
                          <w:r w:rsidR="00EE10DB">
                            <w:rPr>
                              <w:b/>
                              <w:sz w:val="20"/>
                            </w:rPr>
                            <w:fldChar w:fldCharType="separate"/>
                          </w:r>
                          <w:r w:rsidR="005536C5">
                            <w:rPr>
                              <w:b/>
                              <w:sz w:val="20"/>
                            </w:rPr>
                            <w:t>12/2021</w:t>
                          </w:r>
                          <w:r w:rsidR="00EE10DB">
                            <w:rPr>
                              <w:b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0000" tIns="36000" rIns="91440" bIns="3600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C7A509B" id="_x0000_s1036" type="#_x0000_t202" style="position:absolute;margin-left:2.85pt;margin-top:-5.35pt;width:180.65pt;height:22.6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" filled="f">
              <v:textbox inset="2.5mm,1mm,,1mm">
                <w:txbxContent>
                  <w:p w14:paraId="4B28522A" w14:textId="0E639A9F" w:rsidR="007428B0" w:rsidRPr="00EE10DB" w:rsidRDefault="007428B0" w:rsidP="007428B0">
                    <w:pPr>
                      <w:rPr>
                        <w:b/>
                        <w:sz w:val="20"/>
                      </w:rPr>
                    </w:pPr>
                    <w:r w:rsidRPr="007428B0">
                      <w:rPr>
                        <w:sz w:val="16"/>
                      </w:rPr>
                      <w:t>Datum:</w:t>
                    </w:r>
                    <w:r>
                      <w:rPr>
                        <w:sz w:val="16"/>
                      </w:rPr>
                      <w:t xml:space="preserve"> </w:t>
                    </w:r>
                    <w:r w:rsidR="00EE10DB">
                      <w:rPr>
                        <w:b/>
                        <w:sz w:val="20"/>
                      </w:rPr>
                      <w:fldChar w:fldCharType="begin"/>
                    </w:r>
                    <w:r w:rsidR="00EE10DB">
                      <w:rPr>
                        <w:b/>
                        <w:sz w:val="20"/>
                      </w:rPr>
                      <w:instrText xml:space="preserve"> DOCPROPERTY  Datum </w:instrText>
                    </w:r>
                    <w:r w:rsidR="00EE10DB">
                      <w:rPr>
                        <w:b/>
                        <w:sz w:val="20"/>
                      </w:rPr>
                      <w:fldChar w:fldCharType="separate"/>
                    </w:r>
                    <w:r w:rsidR="005536C5">
                      <w:rPr>
                        <w:b/>
                        <w:sz w:val="20"/>
                      </w:rPr>
                      <w:t>12/2021</w:t>
                    </w:r>
                    <w:r w:rsidR="00EE10DB">
                      <w:rPr>
                        <w:b/>
                        <w:sz w:val="2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920" behindDoc="0" locked="0" layoutInCell="1" allowOverlap="1" wp14:anchorId="38AC5518" wp14:editId="464943D3">
              <wp:simplePos x="0" y="0"/>
              <wp:positionH relativeFrom="column">
                <wp:posOffset>2330824</wp:posOffset>
              </wp:positionH>
              <wp:positionV relativeFrom="paragraph">
                <wp:posOffset>-67739</wp:posOffset>
              </wp:positionV>
              <wp:extent cx="1506594" cy="287020"/>
              <wp:effectExtent l="0" t="0" r="17780" b="17780"/>
              <wp:wrapNone/>
              <wp:docPr id="20" name="Textové pole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6594" cy="28702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40EE5EA3" w14:textId="77777777" w:rsidR="004F50C4" w:rsidRPr="004F50C4" w:rsidRDefault="004F50C4" w:rsidP="004F50C4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16"/>
                            </w:rPr>
                            <w:t>Strana</w:t>
                          </w:r>
                          <w:r w:rsidRPr="007428B0">
                            <w:rPr>
                              <w:sz w:val="16"/>
                            </w:rPr>
                            <w:t>:</w:t>
                          </w:r>
                          <w:r>
                            <w:rPr>
                              <w:sz w:val="16"/>
                            </w:rPr>
                            <w:t xml:space="preserve"> </w:t>
                          </w:r>
                          <w:r w:rsidRPr="004F50C4">
                            <w:rPr>
                              <w:sz w:val="20"/>
                            </w:rPr>
                            <w:fldChar w:fldCharType="begin"/>
                          </w:r>
                          <w:r w:rsidRPr="004F50C4">
                            <w:rPr>
                              <w:sz w:val="20"/>
                            </w:rPr>
                            <w:instrText>PAGE   \* MERGEFORMAT</w:instrText>
                          </w:r>
                          <w:r w:rsidRPr="004F50C4">
                            <w:rPr>
                              <w:sz w:val="20"/>
                            </w:rPr>
                            <w:fldChar w:fldCharType="separate"/>
                          </w:r>
                          <w:r w:rsidR="00DC1B44">
                            <w:rPr>
                              <w:noProof/>
                              <w:sz w:val="20"/>
                            </w:rPr>
                            <w:t>2</w:t>
                          </w:r>
                          <w:r w:rsidRPr="004F50C4">
                            <w:rPr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0000" tIns="36000" rIns="91440" bIns="3600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8AC5518" id="_x0000_s1037" type="#_x0000_t202" style="position:absolute;margin-left:183.55pt;margin-top:-5.35pt;width:118.65pt;height:22.6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" filled="f">
              <v:textbox inset="2.5mm,1mm,,1mm">
                <w:txbxContent>
                  <w:p w14:paraId="40EE5EA3" w14:textId="77777777" w:rsidR="004F50C4" w:rsidRPr="004F50C4" w:rsidRDefault="004F50C4" w:rsidP="004F50C4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sz w:val="16"/>
                      </w:rPr>
                      <w:t>Strana</w:t>
                    </w:r>
                    <w:r w:rsidRPr="007428B0">
                      <w:rPr>
                        <w:sz w:val="16"/>
                      </w:rPr>
                      <w:t>:</w:t>
                    </w:r>
                    <w:r>
                      <w:rPr>
                        <w:sz w:val="16"/>
                      </w:rPr>
                      <w:t xml:space="preserve"> </w:t>
                    </w:r>
                    <w:r w:rsidRPr="004F50C4">
                      <w:rPr>
                        <w:sz w:val="20"/>
                      </w:rPr>
                      <w:fldChar w:fldCharType="begin"/>
                    </w:r>
                    <w:r w:rsidRPr="004F50C4">
                      <w:rPr>
                        <w:sz w:val="20"/>
                      </w:rPr>
                      <w:instrText>PAGE   \* MERGEFORMAT</w:instrText>
                    </w:r>
                    <w:r w:rsidRPr="004F50C4">
                      <w:rPr>
                        <w:sz w:val="20"/>
                      </w:rPr>
                      <w:fldChar w:fldCharType="separate"/>
                    </w:r>
                    <w:r w:rsidR="00DC1B44">
                      <w:rPr>
                        <w:noProof/>
                        <w:sz w:val="20"/>
                      </w:rPr>
                      <w:t>2</w:t>
                    </w:r>
                    <w:r w:rsidRPr="004F50C4">
                      <w:rPr>
                        <w:sz w:val="2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AE8DE" w14:textId="77777777" w:rsidR="00961E8F" w:rsidRDefault="00961E8F">
      <w:r>
        <w:separator/>
      </w:r>
    </w:p>
  </w:footnote>
  <w:footnote w:type="continuationSeparator" w:id="0">
    <w:p w14:paraId="6AC34F54" w14:textId="77777777" w:rsidR="00961E8F" w:rsidRDefault="00961E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7293" w:type="dxa"/>
      <w:tblInd w:w="-7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639"/>
      <w:gridCol w:w="5670"/>
      <w:gridCol w:w="1984"/>
    </w:tblGrid>
    <w:tr w:rsidR="00DC4D68" w14:paraId="39133483" w14:textId="77777777" w:rsidTr="005726D9">
      <w:trPr>
        <w:cantSplit/>
      </w:trPr>
      <w:tc>
        <w:tcPr>
          <w:tcW w:w="9639" w:type="dxa"/>
          <w:vMerge w:val="restart"/>
          <w:tcBorders>
            <w:top w:val="nil"/>
            <w:left w:val="nil"/>
            <w:right w:val="nil"/>
          </w:tcBorders>
        </w:tcPr>
        <w:p w14:paraId="42CE81AA" w14:textId="77777777" w:rsidR="00DC4D68" w:rsidRPr="00245474" w:rsidRDefault="00DC4D68" w:rsidP="005726D9">
          <w:pPr>
            <w:pStyle w:val="Podpise-mailu"/>
            <w:spacing w:before="60" w:beforeAutospacing="0" w:after="0" w:afterAutospacing="0"/>
            <w:rPr>
              <w:sz w:val="16"/>
              <w:szCs w:val="16"/>
              <w:lang w:val="cs-CZ" w:eastAsia="cs-CZ"/>
            </w:rPr>
          </w:pPr>
        </w:p>
      </w:tc>
      <w:tc>
        <w:tcPr>
          <w:tcW w:w="56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7512549" w14:textId="77777777" w:rsidR="00DC4D68" w:rsidRPr="00442C98" w:rsidRDefault="00DC4D68" w:rsidP="00F260E8">
          <w:pPr>
            <w:pStyle w:val="Zhlav"/>
            <w:rPr>
              <w:sz w:val="24"/>
              <w:szCs w:val="24"/>
              <w:lang w:val="cs-CZ" w:eastAsia="cs-CZ"/>
            </w:rPr>
          </w:pPr>
        </w:p>
      </w:tc>
      <w:tc>
        <w:tcPr>
          <w:tcW w:w="1984" w:type="dxa"/>
          <w:vMerge w:val="restart"/>
          <w:tcBorders>
            <w:top w:val="nil"/>
            <w:left w:val="nil"/>
            <w:right w:val="nil"/>
          </w:tcBorders>
        </w:tcPr>
        <w:p w14:paraId="4F1022C8" w14:textId="77777777" w:rsidR="00F260E8" w:rsidRPr="00442C98" w:rsidRDefault="00F260E8" w:rsidP="006D237A">
          <w:pPr>
            <w:pStyle w:val="Zhlav"/>
            <w:rPr>
              <w:lang w:val="cs-CZ" w:eastAsia="cs-CZ"/>
            </w:rPr>
          </w:pPr>
        </w:p>
      </w:tc>
    </w:tr>
    <w:tr w:rsidR="00DC4D68" w14:paraId="6C7CBFDD" w14:textId="77777777" w:rsidTr="005726D9">
      <w:tc>
        <w:tcPr>
          <w:tcW w:w="9639" w:type="dxa"/>
          <w:vMerge/>
          <w:tcBorders>
            <w:left w:val="nil"/>
            <w:bottom w:val="nil"/>
            <w:right w:val="nil"/>
          </w:tcBorders>
        </w:tcPr>
        <w:p w14:paraId="30D267F9" w14:textId="77777777" w:rsidR="00DC4D68" w:rsidRPr="00245474" w:rsidRDefault="00DC4D68" w:rsidP="006D237A">
          <w:pPr>
            <w:pStyle w:val="Podpise-mailu"/>
            <w:spacing w:before="0" w:beforeAutospacing="0" w:after="0" w:afterAutospacing="0"/>
            <w:jc w:val="center"/>
            <w:rPr>
              <w:sz w:val="16"/>
              <w:szCs w:val="16"/>
              <w:lang w:val="cs-CZ" w:eastAsia="cs-CZ"/>
            </w:rPr>
          </w:pPr>
        </w:p>
      </w:tc>
      <w:tc>
        <w:tcPr>
          <w:tcW w:w="56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2EB81E5" w14:textId="77777777" w:rsidR="00C37317" w:rsidRPr="00442C98" w:rsidRDefault="00C37317" w:rsidP="00F260E8">
          <w:pPr>
            <w:pStyle w:val="Zhlav"/>
            <w:rPr>
              <w:sz w:val="24"/>
              <w:szCs w:val="24"/>
              <w:lang w:val="cs-CZ" w:eastAsia="cs-CZ"/>
            </w:rPr>
          </w:pPr>
        </w:p>
      </w:tc>
      <w:tc>
        <w:tcPr>
          <w:tcW w:w="1984" w:type="dxa"/>
          <w:vMerge/>
          <w:tcBorders>
            <w:left w:val="nil"/>
            <w:bottom w:val="nil"/>
            <w:right w:val="nil"/>
          </w:tcBorders>
        </w:tcPr>
        <w:p w14:paraId="6FE2D7C6" w14:textId="77777777" w:rsidR="00DC4D68" w:rsidRPr="00442C98" w:rsidRDefault="00DC4D68" w:rsidP="006D237A">
          <w:pPr>
            <w:pStyle w:val="Zhlav"/>
            <w:rPr>
              <w:lang w:val="cs-CZ" w:eastAsia="cs-CZ"/>
            </w:rPr>
          </w:pPr>
        </w:p>
      </w:tc>
    </w:tr>
  </w:tbl>
  <w:p w14:paraId="08D961B9" w14:textId="77777777" w:rsidR="00D04E28" w:rsidRDefault="009B0399" w:rsidP="00DE16FD">
    <w:r>
      <w:rPr>
        <w:noProof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1CBEBEAF" wp14:editId="5CA602EF">
              <wp:simplePos x="0" y="0"/>
              <wp:positionH relativeFrom="column">
                <wp:posOffset>36409</wp:posOffset>
              </wp:positionH>
              <wp:positionV relativeFrom="paragraph">
                <wp:posOffset>-576966</wp:posOffset>
              </wp:positionV>
              <wp:extent cx="1291376" cy="863600"/>
              <wp:effectExtent l="0" t="0" r="23495" b="12700"/>
              <wp:wrapNone/>
              <wp:docPr id="2" name="Textové pole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91376" cy="8636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50F5A4B7" w14:textId="795A50A5" w:rsidR="002B4593" w:rsidRPr="009B0399" w:rsidRDefault="002B4593" w:rsidP="002B4593">
                          <w:pPr>
                            <w:jc w:val="center"/>
                            <w:rPr>
                              <w:sz w:val="12"/>
                            </w:rPr>
                          </w:pPr>
                        </w:p>
                        <w:p w14:paraId="18947CBE" w14:textId="77777777" w:rsidR="005536C5" w:rsidRDefault="005536C5" w:rsidP="008C6F7B">
                          <w:pPr>
                            <w:jc w:val="center"/>
                            <w:rPr>
                              <w:b/>
                              <w:sz w:val="12"/>
                            </w:rPr>
                          </w:pPr>
                        </w:p>
                        <w:p w14:paraId="05769269" w14:textId="43A827A4" w:rsidR="005536C5" w:rsidRDefault="005536C5" w:rsidP="008C6F7B">
                          <w:pPr>
                            <w:jc w:val="center"/>
                            <w:rPr>
                              <w:b/>
                              <w:sz w:val="12"/>
                            </w:rPr>
                          </w:pPr>
                          <w:r>
                            <w:rPr>
                              <w:noProof/>
                              <w:sz w:val="12"/>
                            </w:rPr>
                            <w:drawing>
                              <wp:inline distT="0" distB="0" distL="0" distR="0" wp14:anchorId="77B060CF" wp14:editId="37549A17">
                                <wp:extent cx="1100455" cy="127000"/>
                                <wp:effectExtent l="0" t="0" r="4445" b="6350"/>
                                <wp:docPr id="5" name="Obrázek 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5" name="Obrázek 5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100455" cy="12700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25059CC4" w14:textId="77777777" w:rsidR="005536C5" w:rsidRDefault="005536C5" w:rsidP="008C6F7B">
                          <w:pPr>
                            <w:jc w:val="center"/>
                            <w:rPr>
                              <w:b/>
                              <w:sz w:val="12"/>
                            </w:rPr>
                          </w:pPr>
                        </w:p>
                        <w:p w14:paraId="7ABCEF99" w14:textId="71597D76" w:rsidR="006B7AEB" w:rsidRPr="009B0399" w:rsidRDefault="009B0399" w:rsidP="008C6F7B">
                          <w:pPr>
                            <w:jc w:val="center"/>
                            <w:rPr>
                              <w:b/>
                              <w:sz w:val="12"/>
                            </w:rPr>
                          </w:pPr>
                          <w:r w:rsidRPr="009B0399">
                            <w:rPr>
                              <w:b/>
                              <w:sz w:val="12"/>
                            </w:rPr>
                            <w:fldChar w:fldCharType="begin"/>
                          </w:r>
                          <w:r w:rsidRPr="009B0399">
                            <w:rPr>
                              <w:b/>
                              <w:sz w:val="12"/>
                            </w:rPr>
                            <w:instrText xml:space="preserve"> DOCPROPERTY  Company </w:instrText>
                          </w:r>
                          <w:r w:rsidRPr="009B0399">
                            <w:rPr>
                              <w:b/>
                              <w:sz w:val="12"/>
                            </w:rPr>
                            <w:fldChar w:fldCharType="separate"/>
                          </w:r>
                          <w:r w:rsidR="005536C5">
                            <w:rPr>
                              <w:b/>
                              <w:sz w:val="12"/>
                            </w:rPr>
                            <w:t>FUSO ENERGO s.r.o.</w:t>
                          </w:r>
                          <w:r w:rsidRPr="009B0399">
                            <w:rPr>
                              <w:b/>
                              <w:sz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0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BEBEAF"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style="position:absolute;margin-left:2.85pt;margin-top:-45.45pt;width:101.7pt;height:6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" filled="f">
              <v:textbox inset="2.5mm">
                <w:txbxContent>
                  <w:p w14:paraId="50F5A4B7" w14:textId="795A50A5" w:rsidR="002B4593" w:rsidRPr="009B0399" w:rsidRDefault="002B4593" w:rsidP="002B4593">
                    <w:pPr>
                      <w:jc w:val="center"/>
                      <w:rPr>
                        <w:sz w:val="12"/>
                      </w:rPr>
                    </w:pPr>
                  </w:p>
                  <w:p w14:paraId="18947CBE" w14:textId="77777777" w:rsidR="005536C5" w:rsidRDefault="005536C5" w:rsidP="008C6F7B">
                    <w:pPr>
                      <w:jc w:val="center"/>
                      <w:rPr>
                        <w:b/>
                        <w:sz w:val="12"/>
                      </w:rPr>
                    </w:pPr>
                  </w:p>
                  <w:p w14:paraId="05769269" w14:textId="43A827A4" w:rsidR="005536C5" w:rsidRDefault="005536C5" w:rsidP="008C6F7B">
                    <w:pPr>
                      <w:jc w:val="center"/>
                      <w:rPr>
                        <w:b/>
                        <w:sz w:val="12"/>
                      </w:rPr>
                    </w:pPr>
                    <w:r>
                      <w:rPr>
                        <w:noProof/>
                        <w:sz w:val="12"/>
                      </w:rPr>
                      <w:drawing>
                        <wp:inline distT="0" distB="0" distL="0" distR="0" wp14:anchorId="77B060CF" wp14:editId="37549A17">
                          <wp:extent cx="1100455" cy="127000"/>
                          <wp:effectExtent l="0" t="0" r="4445" b="6350"/>
                          <wp:docPr id="5" name="Obrázek 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5" name="Obrázek 5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100455" cy="12700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25059CC4" w14:textId="77777777" w:rsidR="005536C5" w:rsidRDefault="005536C5" w:rsidP="008C6F7B">
                    <w:pPr>
                      <w:jc w:val="center"/>
                      <w:rPr>
                        <w:b/>
                        <w:sz w:val="12"/>
                      </w:rPr>
                    </w:pPr>
                  </w:p>
                  <w:p w14:paraId="7ABCEF99" w14:textId="71597D76" w:rsidR="006B7AEB" w:rsidRPr="009B0399" w:rsidRDefault="009B0399" w:rsidP="008C6F7B">
                    <w:pPr>
                      <w:jc w:val="center"/>
                      <w:rPr>
                        <w:b/>
                        <w:sz w:val="12"/>
                      </w:rPr>
                    </w:pPr>
                    <w:r w:rsidRPr="009B0399">
                      <w:rPr>
                        <w:b/>
                        <w:sz w:val="12"/>
                      </w:rPr>
                      <w:fldChar w:fldCharType="begin"/>
                    </w:r>
                    <w:r w:rsidRPr="009B0399">
                      <w:rPr>
                        <w:b/>
                        <w:sz w:val="12"/>
                      </w:rPr>
                      <w:instrText xml:space="preserve"> DOCPROPERTY  Company </w:instrText>
                    </w:r>
                    <w:r w:rsidRPr="009B0399">
                      <w:rPr>
                        <w:b/>
                        <w:sz w:val="12"/>
                      </w:rPr>
                      <w:fldChar w:fldCharType="separate"/>
                    </w:r>
                    <w:r w:rsidR="005536C5">
                      <w:rPr>
                        <w:b/>
                        <w:sz w:val="12"/>
                      </w:rPr>
                      <w:t>FUSO ENERGO s.r.o.</w:t>
                    </w:r>
                    <w:r w:rsidRPr="009B0399">
                      <w:rPr>
                        <w:b/>
                        <w:sz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7CB6FFA" wp14:editId="0293ABE8">
              <wp:simplePos x="0" y="0"/>
              <wp:positionH relativeFrom="column">
                <wp:posOffset>4844022</wp:posOffset>
              </wp:positionH>
              <wp:positionV relativeFrom="paragraph">
                <wp:posOffset>-576966</wp:posOffset>
              </wp:positionV>
              <wp:extent cx="1295007" cy="862330"/>
              <wp:effectExtent l="0" t="0" r="19685" b="13970"/>
              <wp:wrapNone/>
              <wp:docPr id="22" name="Textové pole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95007" cy="86233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7495FA5A" w14:textId="3B51646C" w:rsidR="004A6568" w:rsidRPr="004E6EE2" w:rsidRDefault="004A6568" w:rsidP="004A6568">
                          <w:pPr>
                            <w:jc w:val="center"/>
                            <w:rPr>
                              <w:sz w:val="16"/>
                            </w:rPr>
                          </w:pPr>
                          <w:r w:rsidRPr="004E6EE2">
                            <w:rPr>
                              <w:sz w:val="16"/>
                            </w:rPr>
                            <w:fldChar w:fldCharType="begin"/>
                          </w:r>
                          <w:r w:rsidRPr="004E6EE2">
                            <w:rPr>
                              <w:sz w:val="16"/>
                            </w:rPr>
                            <w:instrText xml:space="preserve"> INCLUDETEXT "</w:instrText>
                          </w:r>
                          <w:r w:rsidRPr="004E6EE2">
                            <w:rPr>
                              <w:sz w:val="16"/>
                            </w:rPr>
                            <w:fldChar w:fldCharType="begin"/>
                          </w:r>
                          <w:r w:rsidRPr="004E6EE2">
                            <w:rPr>
                              <w:sz w:val="16"/>
                            </w:rPr>
                            <w:instrText xml:space="preserve"> FILENAME   \p </w:instrText>
                          </w:r>
                          <w:r w:rsidRPr="004E6EE2">
                            <w:rPr>
                              <w:sz w:val="16"/>
                            </w:rPr>
                            <w:fldChar w:fldCharType="separate"/>
                          </w:r>
                          <w:r w:rsidR="005536C5">
                            <w:rPr>
                              <w:noProof/>
                              <w:sz w:val="16"/>
                            </w:rPr>
                            <w:instrText>D:\VŠB\etapa VII\03_DSP\07_Průvodní dokumentace\07-FE-21-00054_PTD.docx</w:instrText>
                          </w:r>
                          <w:r w:rsidRPr="004E6EE2">
                            <w:rPr>
                              <w:noProof/>
                              <w:sz w:val="16"/>
                            </w:rPr>
                            <w:fldChar w:fldCharType="end"/>
                          </w:r>
                          <w:r w:rsidRPr="004E6EE2">
                            <w:rPr>
                              <w:sz w:val="16"/>
                            </w:rPr>
                            <w:instrText xml:space="preserve"> /../../Titulní listy.docx" </w:instrText>
                          </w:r>
                          <w:r>
                            <w:rPr>
                              <w:sz w:val="16"/>
                            </w:rPr>
                            <w:instrText>Logo</w:instrText>
                          </w:r>
                          <w:r w:rsidRPr="004E6EE2">
                            <w:rPr>
                              <w:sz w:val="16"/>
                            </w:rPr>
                            <w:instrText xml:space="preserve">Investor \* MERGEFORMAT </w:instrText>
                          </w:r>
                          <w:r w:rsidRPr="004E6EE2">
                            <w:rPr>
                              <w:sz w:val="16"/>
                            </w:rPr>
                            <w:fldChar w:fldCharType="separate"/>
                          </w:r>
                          <w:bookmarkStart w:id="0" w:name="LogoInvestor"/>
                          <w:r w:rsidR="00EC764F" w:rsidRPr="00EC764F">
                            <w:rPr>
                              <w:b/>
                              <w:bCs/>
                              <w:noProof/>
                              <w:sz w:val="16"/>
                            </w:rPr>
                            <w:drawing>
                              <wp:inline distT="0" distB="0" distL="0" distR="0" wp14:anchorId="28B31E05" wp14:editId="7A935E62">
                                <wp:extent cx="464400" cy="540000"/>
                                <wp:effectExtent l="0" t="0" r="0" b="0"/>
                                <wp:docPr id="14" name="Obrázek 1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Logo ČEZ.wmf"/>
                                        <pic:cNvPicPr/>
                                      </pic:nvPicPr>
                                      <pic:blipFill>
                                        <a:blip r:embed="rId2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464400" cy="54000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bookmarkEnd w:id="0"/>
                          <w:r w:rsidRPr="004E6EE2">
                            <w:rPr>
                              <w:sz w:val="16"/>
                            </w:rPr>
                            <w:fldChar w:fldCharType="end"/>
                          </w:r>
                        </w:p>
                        <w:p w14:paraId="38B24888" w14:textId="3290EE32" w:rsidR="009B0399" w:rsidRPr="009B0399" w:rsidRDefault="009B0399" w:rsidP="007F6163">
                          <w:pPr>
                            <w:jc w:val="center"/>
                            <w:rPr>
                              <w:b/>
                              <w:sz w:val="12"/>
                            </w:rPr>
                          </w:pPr>
                          <w:r>
                            <w:rPr>
                              <w:b/>
                              <w:sz w:val="12"/>
                            </w:rPr>
                            <w:fldChar w:fldCharType="begin"/>
                          </w:r>
                          <w:r>
                            <w:rPr>
                              <w:b/>
                              <w:sz w:val="12"/>
                            </w:rPr>
                            <w:instrText xml:space="preserve"> DOCPROPERTY  Investor </w:instrText>
                          </w:r>
                          <w:r>
                            <w:rPr>
                              <w:b/>
                              <w:sz w:val="12"/>
                            </w:rPr>
                            <w:fldChar w:fldCharType="separate"/>
                          </w:r>
                          <w:r w:rsidR="005536C5">
                            <w:rPr>
                              <w:b/>
                              <w:sz w:val="12"/>
                            </w:rPr>
                            <w:t>VŠB – Technická univerzita Ostrava</w:t>
                          </w:r>
                          <w:r>
                            <w:rPr>
                              <w:b/>
                              <w:sz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0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7CB6FFA" id="_x0000_s1033" type="#_x0000_t202" style="position:absolute;margin-left:381.4pt;margin-top:-45.45pt;width:101.95pt;height:67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" filled="f">
              <v:textbox inset="2.5mm">
                <w:txbxContent>
                  <w:p w14:paraId="7495FA5A" w14:textId="3B51646C" w:rsidR="004A6568" w:rsidRPr="004E6EE2" w:rsidRDefault="004A6568" w:rsidP="004A6568">
                    <w:pPr>
                      <w:jc w:val="center"/>
                      <w:rPr>
                        <w:sz w:val="16"/>
                      </w:rPr>
                    </w:pPr>
                    <w:r w:rsidRPr="004E6EE2">
                      <w:rPr>
                        <w:sz w:val="16"/>
                      </w:rPr>
                      <w:fldChar w:fldCharType="begin"/>
                    </w:r>
                    <w:r w:rsidRPr="004E6EE2">
                      <w:rPr>
                        <w:sz w:val="16"/>
                      </w:rPr>
                      <w:instrText xml:space="preserve"> INCLUDETEXT "</w:instrText>
                    </w:r>
                    <w:r w:rsidRPr="004E6EE2">
                      <w:rPr>
                        <w:sz w:val="16"/>
                      </w:rPr>
                      <w:fldChar w:fldCharType="begin"/>
                    </w:r>
                    <w:r w:rsidRPr="004E6EE2">
                      <w:rPr>
                        <w:sz w:val="16"/>
                      </w:rPr>
                      <w:instrText xml:space="preserve"> FILENAME   \p </w:instrText>
                    </w:r>
                    <w:r w:rsidRPr="004E6EE2">
                      <w:rPr>
                        <w:sz w:val="16"/>
                      </w:rPr>
                      <w:fldChar w:fldCharType="separate"/>
                    </w:r>
                    <w:r w:rsidR="005536C5">
                      <w:rPr>
                        <w:noProof/>
                        <w:sz w:val="16"/>
                      </w:rPr>
                      <w:instrText>D:\VŠB\etapa VII\03_DSP\07_Průvodní dokumentace\07-FE-21-00054_PTD.docx</w:instrText>
                    </w:r>
                    <w:r w:rsidRPr="004E6EE2">
                      <w:rPr>
                        <w:noProof/>
                        <w:sz w:val="16"/>
                      </w:rPr>
                      <w:fldChar w:fldCharType="end"/>
                    </w:r>
                    <w:r w:rsidRPr="004E6EE2">
                      <w:rPr>
                        <w:sz w:val="16"/>
                      </w:rPr>
                      <w:instrText xml:space="preserve"> /../../Titulní listy.docx" </w:instrText>
                    </w:r>
                    <w:r>
                      <w:rPr>
                        <w:sz w:val="16"/>
                      </w:rPr>
                      <w:instrText>Logo</w:instrText>
                    </w:r>
                    <w:r w:rsidRPr="004E6EE2">
                      <w:rPr>
                        <w:sz w:val="16"/>
                      </w:rPr>
                      <w:instrText xml:space="preserve">Investor \* MERGEFORMAT </w:instrText>
                    </w:r>
                    <w:r w:rsidRPr="004E6EE2">
                      <w:rPr>
                        <w:sz w:val="16"/>
                      </w:rPr>
                      <w:fldChar w:fldCharType="separate"/>
                    </w:r>
                    <w:bookmarkStart w:id="1" w:name="LogoInvestor"/>
                    <w:r w:rsidR="00EC764F" w:rsidRPr="00EC764F">
                      <w:rPr>
                        <w:b/>
                        <w:bCs/>
                        <w:noProof/>
                        <w:sz w:val="16"/>
                      </w:rPr>
                      <w:drawing>
                        <wp:inline distT="0" distB="0" distL="0" distR="0" wp14:anchorId="28B31E05" wp14:editId="7A935E62">
                          <wp:extent cx="464400" cy="540000"/>
                          <wp:effectExtent l="0" t="0" r="0" b="0"/>
                          <wp:docPr id="14" name="Obrázek 1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Logo ČEZ.wmf"/>
                                  <pic:cNvPicPr/>
                                </pic:nvPicPr>
                                <pic:blipFill>
                                  <a:blip r:embed="rId2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464400" cy="54000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bookmarkEnd w:id="1"/>
                    <w:r w:rsidRPr="004E6EE2">
                      <w:rPr>
                        <w:sz w:val="16"/>
                      </w:rPr>
                      <w:fldChar w:fldCharType="end"/>
                    </w:r>
                  </w:p>
                  <w:p w14:paraId="38B24888" w14:textId="3290EE32" w:rsidR="009B0399" w:rsidRPr="009B0399" w:rsidRDefault="009B0399" w:rsidP="007F6163">
                    <w:pPr>
                      <w:jc w:val="center"/>
                      <w:rPr>
                        <w:b/>
                        <w:sz w:val="12"/>
                      </w:rPr>
                    </w:pPr>
                    <w:r>
                      <w:rPr>
                        <w:b/>
                        <w:sz w:val="12"/>
                      </w:rPr>
                      <w:fldChar w:fldCharType="begin"/>
                    </w:r>
                    <w:r>
                      <w:rPr>
                        <w:b/>
                        <w:sz w:val="12"/>
                      </w:rPr>
                      <w:instrText xml:space="preserve"> DOCPROPERTY  Investor </w:instrText>
                    </w:r>
                    <w:r>
                      <w:rPr>
                        <w:b/>
                        <w:sz w:val="12"/>
                      </w:rPr>
                      <w:fldChar w:fldCharType="separate"/>
                    </w:r>
                    <w:r w:rsidR="005536C5">
                      <w:rPr>
                        <w:b/>
                        <w:sz w:val="12"/>
                      </w:rPr>
                      <w:t>VŠB – Technická univerzita Ostrava</w:t>
                    </w:r>
                    <w:r>
                      <w:rPr>
                        <w:b/>
                        <w:sz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6368DD6" wp14:editId="25EC518B">
              <wp:simplePos x="0" y="0"/>
              <wp:positionH relativeFrom="column">
                <wp:posOffset>1326667</wp:posOffset>
              </wp:positionH>
              <wp:positionV relativeFrom="paragraph">
                <wp:posOffset>-576966</wp:posOffset>
              </wp:positionV>
              <wp:extent cx="3517113" cy="862330"/>
              <wp:effectExtent l="0" t="0" r="26670" b="13970"/>
              <wp:wrapNone/>
              <wp:docPr id="18" name="Textové pole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17113" cy="86233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3C52E47F" w14:textId="3CB40604" w:rsidR="00506675" w:rsidRPr="0095484C" w:rsidRDefault="0095484C" w:rsidP="0095484C">
                          <w:pPr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sz w:val="20"/>
                            </w:rPr>
                            <w:instrText xml:space="preserve"> DOCPROPERTY  Akce  \* MERGEFORMAT </w:instrText>
                          </w:r>
                          <w:r>
                            <w:rPr>
                              <w:b/>
                              <w:sz w:val="20"/>
                            </w:rPr>
                            <w:fldChar w:fldCharType="separate"/>
                          </w:r>
                          <w:r w:rsidR="005536C5">
                            <w:rPr>
                              <w:b/>
                              <w:sz w:val="20"/>
                            </w:rPr>
                            <w:t>Energetický management VŠB</w:t>
                          </w:r>
                          <w:r>
                            <w:rPr>
                              <w:b/>
                              <w:sz w:val="20"/>
                            </w:rPr>
                            <w:fldChar w:fldCharType="end"/>
                          </w:r>
                        </w:p>
                        <w:p w14:paraId="5314A8A3" w14:textId="7BB67630" w:rsidR="00506675" w:rsidRPr="0095484C" w:rsidRDefault="00CE56B7" w:rsidP="004E6EE2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sz w:val="16"/>
                              <w:szCs w:val="16"/>
                            </w:rPr>
                            <w:instrText xml:space="preserve"> DOCPROPERTY  "Stupeň dokumentu" </w:instrText>
                          </w:r>
                          <w:r>
                            <w:rPr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5536C5">
                            <w:rPr>
                              <w:sz w:val="16"/>
                              <w:szCs w:val="16"/>
                            </w:rPr>
                            <w:t>Dokumentace skutečného provedení</w:t>
                          </w:r>
                          <w:r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5A966083" w14:textId="51CB9C34" w:rsidR="009C61DB" w:rsidRPr="00E44B21" w:rsidRDefault="009C61DB" w:rsidP="009C61DB">
                          <w:pPr>
                            <w:jc w:val="center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sz w:val="12"/>
                            </w:rPr>
                            <w:t xml:space="preserve">Část: </w:t>
                          </w:r>
                          <w:r>
                            <w:rPr>
                              <w:b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b/>
                              <w:sz w:val="16"/>
                            </w:rPr>
                            <w:instrText xml:space="preserve"> DOCPROPERTY  Část </w:instrText>
                          </w:r>
                          <w:r>
                            <w:rPr>
                              <w:b/>
                              <w:sz w:val="16"/>
                            </w:rPr>
                            <w:fldChar w:fldCharType="separate"/>
                          </w:r>
                          <w:r w:rsidR="005536C5">
                            <w:rPr>
                              <w:b/>
                              <w:sz w:val="16"/>
                            </w:rPr>
                            <w:t>SKŘ</w:t>
                          </w:r>
                          <w:r>
                            <w:rPr>
                              <w:b/>
                              <w:sz w:val="16"/>
                            </w:rPr>
                            <w:fldChar w:fldCharType="end"/>
                          </w:r>
                        </w:p>
                        <w:p w14:paraId="56015FA0" w14:textId="734BAD9C" w:rsidR="00CE56B7" w:rsidRPr="00E44B21" w:rsidRDefault="00E44B21" w:rsidP="008C6F7B">
                          <w:pPr>
                            <w:jc w:val="center"/>
                            <w:rPr>
                              <w:b/>
                              <w:sz w:val="32"/>
                              <w:szCs w:val="28"/>
                            </w:rPr>
                          </w:pPr>
                          <w:r w:rsidRPr="00E44B21">
                            <w:rPr>
                              <w:b/>
                              <w:sz w:val="32"/>
                              <w:szCs w:val="28"/>
                            </w:rPr>
                            <w:fldChar w:fldCharType="begin"/>
                          </w:r>
                          <w:r w:rsidRPr="00E44B21">
                            <w:rPr>
                              <w:b/>
                              <w:sz w:val="32"/>
                              <w:szCs w:val="28"/>
                            </w:rPr>
                            <w:instrText xml:space="preserve"> DOCPROPERTY  Title </w:instrText>
                          </w:r>
                          <w:r w:rsidRPr="00E44B21">
                            <w:rPr>
                              <w:b/>
                              <w:sz w:val="32"/>
                              <w:szCs w:val="28"/>
                            </w:rPr>
                            <w:fldChar w:fldCharType="separate"/>
                          </w:r>
                          <w:r w:rsidR="005536C5">
                            <w:rPr>
                              <w:b/>
                              <w:sz w:val="32"/>
                              <w:szCs w:val="28"/>
                            </w:rPr>
                            <w:t>Průvodně technická dokumentace</w:t>
                          </w:r>
                          <w:r w:rsidRPr="00E44B21">
                            <w:rPr>
                              <w:b/>
                              <w:sz w:val="32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0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6368DD6" id="_x0000_s1034" type="#_x0000_t202" style="position:absolute;margin-left:104.45pt;margin-top:-45.45pt;width:276.95pt;height:67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" filled="f">
              <v:textbox inset="2.5mm">
                <w:txbxContent>
                  <w:p w14:paraId="3C52E47F" w14:textId="3CB40604" w:rsidR="00506675" w:rsidRPr="0095484C" w:rsidRDefault="0095484C" w:rsidP="0095484C">
                    <w:pPr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fldChar w:fldCharType="begin"/>
                    </w:r>
                    <w:r>
                      <w:rPr>
                        <w:b/>
                        <w:sz w:val="20"/>
                      </w:rPr>
                      <w:instrText xml:space="preserve"> DOCPROPERTY  Akce  \* MERGEFORMAT </w:instrText>
                    </w:r>
                    <w:r>
                      <w:rPr>
                        <w:b/>
                        <w:sz w:val="20"/>
                      </w:rPr>
                      <w:fldChar w:fldCharType="separate"/>
                    </w:r>
                    <w:r w:rsidR="005536C5">
                      <w:rPr>
                        <w:b/>
                        <w:sz w:val="20"/>
                      </w:rPr>
                      <w:t>Energetický management VŠB</w:t>
                    </w:r>
                    <w:r>
                      <w:rPr>
                        <w:b/>
                        <w:sz w:val="20"/>
                      </w:rPr>
                      <w:fldChar w:fldCharType="end"/>
                    </w:r>
                  </w:p>
                  <w:p w14:paraId="5314A8A3" w14:textId="7BB67630" w:rsidR="00506675" w:rsidRPr="0095484C" w:rsidRDefault="00CE56B7" w:rsidP="004E6EE2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sz w:val="16"/>
                        <w:szCs w:val="16"/>
                      </w:rPr>
                      <w:instrText xml:space="preserve"> DOCPROPERTY  "Stupeň dokumentu" </w:instrText>
                    </w:r>
                    <w:r>
                      <w:rPr>
                        <w:sz w:val="16"/>
                        <w:szCs w:val="16"/>
                      </w:rPr>
                      <w:fldChar w:fldCharType="separate"/>
                    </w:r>
                    <w:r w:rsidR="005536C5">
                      <w:rPr>
                        <w:sz w:val="16"/>
                        <w:szCs w:val="16"/>
                      </w:rPr>
                      <w:t>Dokumentace skutečného provedení</w:t>
                    </w:r>
                    <w:r>
                      <w:rPr>
                        <w:sz w:val="16"/>
                        <w:szCs w:val="16"/>
                      </w:rPr>
                      <w:fldChar w:fldCharType="end"/>
                    </w:r>
                  </w:p>
                  <w:p w14:paraId="5A966083" w14:textId="51CB9C34" w:rsidR="009C61DB" w:rsidRPr="00E44B21" w:rsidRDefault="009C61DB" w:rsidP="009C61DB">
                    <w:pPr>
                      <w:jc w:val="center"/>
                      <w:rPr>
                        <w:b/>
                        <w:sz w:val="16"/>
                      </w:rPr>
                    </w:pPr>
                    <w:r>
                      <w:rPr>
                        <w:sz w:val="12"/>
                      </w:rPr>
                      <w:t xml:space="preserve">Část: </w:t>
                    </w:r>
                    <w:r>
                      <w:rPr>
                        <w:b/>
                        <w:sz w:val="16"/>
                      </w:rPr>
                      <w:fldChar w:fldCharType="begin"/>
                    </w:r>
                    <w:r>
                      <w:rPr>
                        <w:b/>
                        <w:sz w:val="16"/>
                      </w:rPr>
                      <w:instrText xml:space="preserve"> DOCPROPERTY  Část </w:instrText>
                    </w:r>
                    <w:r>
                      <w:rPr>
                        <w:b/>
                        <w:sz w:val="16"/>
                      </w:rPr>
                      <w:fldChar w:fldCharType="separate"/>
                    </w:r>
                    <w:r w:rsidR="005536C5">
                      <w:rPr>
                        <w:b/>
                        <w:sz w:val="16"/>
                      </w:rPr>
                      <w:t>SKŘ</w:t>
                    </w:r>
                    <w:r>
                      <w:rPr>
                        <w:b/>
                        <w:sz w:val="16"/>
                      </w:rPr>
                      <w:fldChar w:fldCharType="end"/>
                    </w:r>
                  </w:p>
                  <w:p w14:paraId="56015FA0" w14:textId="734BAD9C" w:rsidR="00CE56B7" w:rsidRPr="00E44B21" w:rsidRDefault="00E44B21" w:rsidP="008C6F7B">
                    <w:pPr>
                      <w:jc w:val="center"/>
                      <w:rPr>
                        <w:b/>
                        <w:sz w:val="32"/>
                        <w:szCs w:val="28"/>
                      </w:rPr>
                    </w:pPr>
                    <w:r w:rsidRPr="00E44B21">
                      <w:rPr>
                        <w:b/>
                        <w:sz w:val="32"/>
                        <w:szCs w:val="28"/>
                      </w:rPr>
                      <w:fldChar w:fldCharType="begin"/>
                    </w:r>
                    <w:r w:rsidRPr="00E44B21">
                      <w:rPr>
                        <w:b/>
                        <w:sz w:val="32"/>
                        <w:szCs w:val="28"/>
                      </w:rPr>
                      <w:instrText xml:space="preserve"> DOCPROPERTY  Title </w:instrText>
                    </w:r>
                    <w:r w:rsidRPr="00E44B21">
                      <w:rPr>
                        <w:b/>
                        <w:sz w:val="32"/>
                        <w:szCs w:val="28"/>
                      </w:rPr>
                      <w:fldChar w:fldCharType="separate"/>
                    </w:r>
                    <w:r w:rsidR="005536C5">
                      <w:rPr>
                        <w:b/>
                        <w:sz w:val="32"/>
                        <w:szCs w:val="28"/>
                      </w:rPr>
                      <w:t>Průvodně technická dokumentace</w:t>
                    </w:r>
                    <w:r w:rsidRPr="00E44B21">
                      <w:rPr>
                        <w:b/>
                        <w:sz w:val="32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7EC80" w14:textId="77777777" w:rsidR="00D04E28" w:rsidRDefault="00D04E28" w:rsidP="00F260E8">
    <w:pPr>
      <w:pStyle w:val="Zhlav"/>
    </w:pPr>
  </w:p>
  <w:p w14:paraId="2708A8C4" w14:textId="77777777" w:rsidR="00D04E28" w:rsidRDefault="00D04E2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ABEE6BE0"/>
    <w:lvl w:ilvl="0">
      <w:start w:val="1"/>
      <w:numFmt w:val="decimal"/>
      <w:pStyle w:val="Nadpis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5CF18F6"/>
    <w:multiLevelType w:val="multilevel"/>
    <w:tmpl w:val="FD1CCB40"/>
    <w:styleLink w:val="Aktulnseznam1"/>
    <w:lvl w:ilvl="0">
      <w:start w:val="1"/>
      <w:numFmt w:val="decimal"/>
      <w:lvlText w:val="%1.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9"/>
        </w:tabs>
        <w:ind w:left="709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82"/>
        </w:tabs>
        <w:ind w:left="1702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9"/>
        </w:tabs>
        <w:ind w:left="709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9"/>
        </w:tabs>
        <w:ind w:left="709" w:firstLine="0"/>
      </w:pPr>
      <w:rPr>
        <w:rFonts w:hint="default"/>
      </w:rPr>
    </w:lvl>
  </w:abstractNum>
  <w:abstractNum w:abstractNumId="3" w15:restartNumberingAfterBreak="0">
    <w:nsid w:val="0BA620A9"/>
    <w:multiLevelType w:val="hybridMultilevel"/>
    <w:tmpl w:val="5516BBB8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4" w15:restartNumberingAfterBreak="0">
    <w:nsid w:val="0D122622"/>
    <w:multiLevelType w:val="hybridMultilevel"/>
    <w:tmpl w:val="E9946280"/>
    <w:lvl w:ilvl="0" w:tplc="6B5C1B04">
      <w:numFmt w:val="bullet"/>
      <w:lvlText w:val="-"/>
      <w:lvlJc w:val="left"/>
      <w:pPr>
        <w:ind w:left="1068" w:hanging="360"/>
      </w:pPr>
      <w:rPr>
        <w:rFonts w:ascii="Arial" w:eastAsia="Batang" w:hAnsi="Arial" w:cs="Arial" w:hint="default"/>
        <w:b w:val="0"/>
        <w:sz w:val="28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0EF33DEC"/>
    <w:multiLevelType w:val="hybridMultilevel"/>
    <w:tmpl w:val="F1D05C50"/>
    <w:lvl w:ilvl="0" w:tplc="5B72AB3E">
      <w:numFmt w:val="bullet"/>
      <w:lvlText w:val="-"/>
      <w:lvlJc w:val="left"/>
      <w:pPr>
        <w:ind w:left="720" w:hanging="360"/>
      </w:pPr>
      <w:rPr>
        <w:rFonts w:ascii="Arial" w:eastAsia="Batang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3D1DA2"/>
    <w:multiLevelType w:val="hybridMultilevel"/>
    <w:tmpl w:val="EE560688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16A3309C"/>
    <w:multiLevelType w:val="hybridMultilevel"/>
    <w:tmpl w:val="E43A3E0C"/>
    <w:lvl w:ilvl="0" w:tplc="04050001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cs="Courier New" w:hint="default"/>
      </w:rPr>
    </w:lvl>
    <w:lvl w:ilvl="2" w:tplc="AC84DA2C">
      <w:start w:val="1"/>
      <w:numFmt w:val="bullet"/>
      <w:lvlText w:val=""/>
      <w:lvlJc w:val="left"/>
      <w:pPr>
        <w:tabs>
          <w:tab w:val="num" w:pos="2018"/>
        </w:tabs>
        <w:ind w:left="2018" w:hanging="360"/>
      </w:pPr>
      <w:rPr>
        <w:rFonts w:ascii="Symbol" w:hAnsi="Symbol" w:hint="default"/>
        <w:color w:val="auto"/>
      </w:rPr>
    </w:lvl>
    <w:lvl w:ilvl="3" w:tplc="0405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8" w15:restartNumberingAfterBreak="0">
    <w:nsid w:val="16D51ADD"/>
    <w:multiLevelType w:val="hybridMultilevel"/>
    <w:tmpl w:val="6DF27C6C"/>
    <w:lvl w:ilvl="0" w:tplc="710E9B62">
      <w:numFmt w:val="bullet"/>
      <w:lvlText w:val="-"/>
      <w:lvlJc w:val="left"/>
      <w:pPr>
        <w:ind w:left="720" w:hanging="360"/>
      </w:pPr>
      <w:rPr>
        <w:rFonts w:ascii="Arial" w:eastAsia="Batang" w:hAnsi="Arial" w:cs="Arial" w:hint="default"/>
        <w:b w:val="0"/>
        <w:sz w:val="2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C3083F"/>
    <w:multiLevelType w:val="hybridMultilevel"/>
    <w:tmpl w:val="1F9AB6D6"/>
    <w:lvl w:ilvl="0" w:tplc="12B042F0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8B73B01"/>
    <w:multiLevelType w:val="multilevel"/>
    <w:tmpl w:val="BBF066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1" w15:restartNumberingAfterBreak="0">
    <w:nsid w:val="2D8A4443"/>
    <w:multiLevelType w:val="hybridMultilevel"/>
    <w:tmpl w:val="26FA913A"/>
    <w:lvl w:ilvl="0" w:tplc="15D84EC6">
      <w:start w:val="1"/>
      <w:numFmt w:val="bullet"/>
      <w:pStyle w:val="odrka"/>
      <w:lvlText w:val=""/>
      <w:lvlJc w:val="left"/>
      <w:pPr>
        <w:tabs>
          <w:tab w:val="num" w:pos="851"/>
        </w:tabs>
        <w:ind w:left="851" w:hanging="491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E916A3"/>
    <w:multiLevelType w:val="hybridMultilevel"/>
    <w:tmpl w:val="6D10756A"/>
    <w:lvl w:ilvl="0" w:tplc="04050001">
      <w:start w:val="1"/>
      <w:numFmt w:val="bullet"/>
      <w:lvlText w:val=""/>
      <w:lvlJc w:val="left"/>
      <w:pPr>
        <w:tabs>
          <w:tab w:val="num" w:pos="3222"/>
        </w:tabs>
        <w:ind w:left="3222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3942"/>
        </w:tabs>
        <w:ind w:left="3942" w:hanging="360"/>
      </w:pPr>
      <w:rPr>
        <w:rFonts w:hint="default"/>
      </w:rPr>
    </w:lvl>
    <w:lvl w:ilvl="2" w:tplc="CCA0B776">
      <w:start w:val="4"/>
      <w:numFmt w:val="decimal"/>
      <w:lvlText w:val="%3"/>
      <w:lvlJc w:val="left"/>
      <w:pPr>
        <w:tabs>
          <w:tab w:val="num" w:pos="4662"/>
        </w:tabs>
        <w:ind w:left="4662" w:hanging="360"/>
      </w:pPr>
      <w:rPr>
        <w:rFonts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5382"/>
        </w:tabs>
        <w:ind w:left="5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6102"/>
        </w:tabs>
        <w:ind w:left="6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822"/>
        </w:tabs>
        <w:ind w:left="6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7542"/>
        </w:tabs>
        <w:ind w:left="7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8262"/>
        </w:tabs>
        <w:ind w:left="8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982"/>
        </w:tabs>
        <w:ind w:left="8982" w:hanging="360"/>
      </w:pPr>
      <w:rPr>
        <w:rFonts w:ascii="Wingdings" w:hAnsi="Wingdings" w:hint="default"/>
      </w:rPr>
    </w:lvl>
  </w:abstractNum>
  <w:abstractNum w:abstractNumId="13" w15:restartNumberingAfterBreak="0">
    <w:nsid w:val="35122C40"/>
    <w:multiLevelType w:val="hybridMultilevel"/>
    <w:tmpl w:val="7DBAA5D0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3F6B19EE"/>
    <w:multiLevelType w:val="hybridMultilevel"/>
    <w:tmpl w:val="E662CE8C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3FF97E0B"/>
    <w:multiLevelType w:val="multilevel"/>
    <w:tmpl w:val="7FC4F5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6" w15:restartNumberingAfterBreak="0">
    <w:nsid w:val="461551CF"/>
    <w:multiLevelType w:val="multilevel"/>
    <w:tmpl w:val="6F9E77C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004"/>
        </w:tabs>
        <w:ind w:left="284" w:firstLine="0"/>
      </w:pPr>
      <w:rPr>
        <w:rFonts w:hint="default"/>
        <w:b/>
        <w:i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222"/>
        </w:tabs>
        <w:ind w:left="142" w:firstLine="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364"/>
        </w:tabs>
        <w:ind w:left="284" w:firstLine="0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4"/>
        </w:tabs>
        <w:ind w:left="284" w:firstLine="0"/>
      </w:pPr>
      <w:rPr>
        <w:rFonts w:hint="default"/>
      </w:rPr>
    </w:lvl>
  </w:abstractNum>
  <w:abstractNum w:abstractNumId="17" w15:restartNumberingAfterBreak="0">
    <w:nsid w:val="46421121"/>
    <w:multiLevelType w:val="hybridMultilevel"/>
    <w:tmpl w:val="4A3C4326"/>
    <w:lvl w:ilvl="0" w:tplc="5400068A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5034AA"/>
    <w:multiLevelType w:val="singleLevel"/>
    <w:tmpl w:val="55EEEAC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19" w15:restartNumberingAfterBreak="0">
    <w:nsid w:val="51370273"/>
    <w:multiLevelType w:val="hybridMultilevel"/>
    <w:tmpl w:val="CFC43100"/>
    <w:lvl w:ilvl="0" w:tplc="FFFFFFFF">
      <w:start w:val="1"/>
      <w:numFmt w:val="bullet"/>
      <w:lvlText w:val=""/>
      <w:lvlJc w:val="left"/>
      <w:pPr>
        <w:tabs>
          <w:tab w:val="num" w:pos="1174"/>
        </w:tabs>
        <w:ind w:left="1174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tabs>
          <w:tab w:val="num" w:pos="1894"/>
        </w:tabs>
        <w:ind w:left="1894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20" w15:restartNumberingAfterBreak="0">
    <w:nsid w:val="52A0798B"/>
    <w:multiLevelType w:val="hybridMultilevel"/>
    <w:tmpl w:val="5D7E0B8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FC72018"/>
    <w:multiLevelType w:val="hybridMultilevel"/>
    <w:tmpl w:val="9C6C59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84DC3E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65A5760"/>
    <w:multiLevelType w:val="hybridMultilevel"/>
    <w:tmpl w:val="A7E8ED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FF0013"/>
    <w:multiLevelType w:val="hybridMultilevel"/>
    <w:tmpl w:val="DB7CDB6A"/>
    <w:lvl w:ilvl="0" w:tplc="E0E686C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ED209B"/>
    <w:multiLevelType w:val="multilevel"/>
    <w:tmpl w:val="1A60149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25" w15:restartNumberingAfterBreak="0">
    <w:nsid w:val="6B613B05"/>
    <w:multiLevelType w:val="hybridMultilevel"/>
    <w:tmpl w:val="D7381B28"/>
    <w:lvl w:ilvl="0" w:tplc="0405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6" w15:restartNumberingAfterBreak="0">
    <w:nsid w:val="6F3D514A"/>
    <w:multiLevelType w:val="hybridMultilevel"/>
    <w:tmpl w:val="873C771C"/>
    <w:lvl w:ilvl="0" w:tplc="229AE082">
      <w:numFmt w:val="bullet"/>
      <w:lvlText w:val="-"/>
      <w:lvlJc w:val="left"/>
      <w:pPr>
        <w:ind w:left="927" w:hanging="360"/>
      </w:pPr>
      <w:rPr>
        <w:rFonts w:ascii="Arial" w:eastAsia="Batang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7" w15:restartNumberingAfterBreak="0">
    <w:nsid w:val="6F9336FD"/>
    <w:multiLevelType w:val="hybridMultilevel"/>
    <w:tmpl w:val="115AF5B6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8" w15:restartNumberingAfterBreak="0">
    <w:nsid w:val="719A6361"/>
    <w:multiLevelType w:val="hybridMultilevel"/>
    <w:tmpl w:val="7F544E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120C24"/>
    <w:multiLevelType w:val="multilevel"/>
    <w:tmpl w:val="4D4A88EE"/>
    <w:lvl w:ilvl="0">
      <w:start w:val="1"/>
      <w:numFmt w:val="decimal"/>
      <w:lvlText w:val="%1.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9"/>
        </w:tabs>
        <w:ind w:left="709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82"/>
        </w:tabs>
        <w:ind w:left="1702" w:firstLine="0"/>
      </w:pPr>
      <w:rPr>
        <w:rFonts w:hint="default"/>
      </w:rPr>
    </w:lvl>
    <w:lvl w:ilvl="3">
      <w:start w:val="1"/>
      <w:numFmt w:val="decimal"/>
      <w:pStyle w:val="StylNadpis4Vlevo381cmPedsazen114cmPed12b"/>
      <w:lvlText w:val="%1.%2.%3.%4"/>
      <w:lvlJc w:val="left"/>
      <w:pPr>
        <w:tabs>
          <w:tab w:val="num" w:pos="1789"/>
        </w:tabs>
        <w:ind w:left="709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9"/>
        </w:tabs>
        <w:ind w:left="709" w:firstLine="0"/>
      </w:pPr>
      <w:rPr>
        <w:rFonts w:hint="default"/>
      </w:rPr>
    </w:lvl>
  </w:abstractNum>
  <w:num w:numId="1">
    <w:abstractNumId w:val="29"/>
  </w:num>
  <w:num w:numId="2">
    <w:abstractNumId w:val="11"/>
  </w:num>
  <w:num w:numId="3">
    <w:abstractNumId w:val="2"/>
  </w:num>
  <w:num w:numId="4">
    <w:abstractNumId w:val="16"/>
  </w:num>
  <w:num w:numId="5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786" w:hanging="360"/>
        </w:pPr>
        <w:rPr>
          <w:rFonts w:ascii="Symbol" w:hAnsi="Symbol" w:hint="default"/>
        </w:rPr>
      </w:lvl>
    </w:lvlOverride>
  </w:num>
  <w:num w:numId="6">
    <w:abstractNumId w:val="7"/>
  </w:num>
  <w:num w:numId="7">
    <w:abstractNumId w:val="9"/>
  </w:num>
  <w:num w:numId="8">
    <w:abstractNumId w:val="18"/>
    <w:lvlOverride w:ilvl="0">
      <w:startOverride w:val="4"/>
    </w:lvlOverride>
  </w:num>
  <w:num w:numId="9">
    <w:abstractNumId w:val="21"/>
  </w:num>
  <w:num w:numId="10">
    <w:abstractNumId w:val="23"/>
  </w:num>
  <w:num w:numId="11">
    <w:abstractNumId w:val="19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25"/>
  </w:num>
  <w:num w:numId="15">
    <w:abstractNumId w:val="27"/>
  </w:num>
  <w:num w:numId="16">
    <w:abstractNumId w:val="3"/>
  </w:num>
  <w:num w:numId="17">
    <w:abstractNumId w:val="28"/>
  </w:num>
  <w:num w:numId="18">
    <w:abstractNumId w:val="13"/>
  </w:num>
  <w:num w:numId="19">
    <w:abstractNumId w:val="14"/>
  </w:num>
  <w:num w:numId="20">
    <w:abstractNumId w:val="6"/>
  </w:num>
  <w:num w:numId="21">
    <w:abstractNumId w:val="5"/>
  </w:num>
  <w:num w:numId="22">
    <w:abstractNumId w:val="17"/>
  </w:num>
  <w:num w:numId="23">
    <w:abstractNumId w:val="26"/>
  </w:num>
  <w:num w:numId="24">
    <w:abstractNumId w:val="20"/>
  </w:num>
  <w:num w:numId="25">
    <w:abstractNumId w:val="0"/>
  </w:num>
  <w:num w:numId="26">
    <w:abstractNumId w:val="1"/>
    <w:lvlOverride w:ilvl="0">
      <w:lvl w:ilvl="0">
        <w:start w:val="1"/>
        <w:numFmt w:val="bullet"/>
        <w:lvlText w:val="–"/>
        <w:legacy w:legacy="1" w:legacySpace="0" w:legacyIndent="283"/>
        <w:lvlJc w:val="left"/>
        <w:pPr>
          <w:ind w:left="991" w:hanging="283"/>
        </w:pPr>
        <w:rPr>
          <w:rFonts w:ascii="Times New Roman" w:hAnsi="Times New Roman" w:cs="Times New Roman" w:hint="default"/>
        </w:rPr>
      </w:lvl>
    </w:lvlOverride>
  </w:num>
  <w:num w:numId="27">
    <w:abstractNumId w:val="15"/>
  </w:num>
  <w:num w:numId="28">
    <w:abstractNumId w:val="24"/>
  </w:num>
  <w:num w:numId="29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cs="Symbol" w:hint="default"/>
        </w:rPr>
      </w:lvl>
    </w:lvlOverride>
  </w:num>
  <w:num w:numId="30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cs="Symbol" w:hint="default"/>
        </w:rPr>
      </w:lvl>
    </w:lvlOverride>
  </w:num>
  <w:num w:numId="31">
    <w:abstractNumId w:val="10"/>
  </w:num>
  <w:num w:numId="32">
    <w:abstractNumId w:val="16"/>
  </w:num>
  <w:num w:numId="33">
    <w:abstractNumId w:val="16"/>
  </w:num>
  <w:num w:numId="34">
    <w:abstractNumId w:val="16"/>
  </w:num>
  <w:num w:numId="35">
    <w:abstractNumId w:val="16"/>
  </w:num>
  <w:num w:numId="36">
    <w:abstractNumId w:val="16"/>
  </w:num>
  <w:num w:numId="37">
    <w:abstractNumId w:val="22"/>
  </w:num>
  <w:num w:numId="38">
    <w:abstractNumId w:val="4"/>
  </w:num>
  <w:num w:numId="39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lignBordersAndEdge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13"/>
  <w:drawingGridVerticalSpacing w:val="113"/>
  <w:doNotUseMarginsForDrawingGridOrigin/>
  <w:drawingGridVerticalOrigin w:val="198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3235"/>
    <w:rsid w:val="000006BB"/>
    <w:rsid w:val="00004163"/>
    <w:rsid w:val="000048FD"/>
    <w:rsid w:val="00004DC4"/>
    <w:rsid w:val="00004F8B"/>
    <w:rsid w:val="00004F97"/>
    <w:rsid w:val="0000500B"/>
    <w:rsid w:val="00005120"/>
    <w:rsid w:val="0000605B"/>
    <w:rsid w:val="000063FB"/>
    <w:rsid w:val="00007F77"/>
    <w:rsid w:val="00021FD1"/>
    <w:rsid w:val="000225C0"/>
    <w:rsid w:val="00024798"/>
    <w:rsid w:val="00032008"/>
    <w:rsid w:val="00032790"/>
    <w:rsid w:val="000352DE"/>
    <w:rsid w:val="000379EE"/>
    <w:rsid w:val="00040231"/>
    <w:rsid w:val="0004328A"/>
    <w:rsid w:val="0004552D"/>
    <w:rsid w:val="00047156"/>
    <w:rsid w:val="00047EBD"/>
    <w:rsid w:val="000508E5"/>
    <w:rsid w:val="00052F18"/>
    <w:rsid w:val="000540EC"/>
    <w:rsid w:val="0006115A"/>
    <w:rsid w:val="00071C80"/>
    <w:rsid w:val="00072904"/>
    <w:rsid w:val="0007634C"/>
    <w:rsid w:val="00076D7A"/>
    <w:rsid w:val="000777FB"/>
    <w:rsid w:val="00081B63"/>
    <w:rsid w:val="0008550C"/>
    <w:rsid w:val="00092A69"/>
    <w:rsid w:val="000935E4"/>
    <w:rsid w:val="00094756"/>
    <w:rsid w:val="000A26E4"/>
    <w:rsid w:val="000A2AF1"/>
    <w:rsid w:val="000A3975"/>
    <w:rsid w:val="000A7D05"/>
    <w:rsid w:val="000B077C"/>
    <w:rsid w:val="000B35B5"/>
    <w:rsid w:val="000B79A8"/>
    <w:rsid w:val="000B7E02"/>
    <w:rsid w:val="000C2C4A"/>
    <w:rsid w:val="000C32D2"/>
    <w:rsid w:val="000C5C9C"/>
    <w:rsid w:val="000C778A"/>
    <w:rsid w:val="000D5095"/>
    <w:rsid w:val="000D66FC"/>
    <w:rsid w:val="000D742E"/>
    <w:rsid w:val="000E04A9"/>
    <w:rsid w:val="000E05E0"/>
    <w:rsid w:val="000E45CB"/>
    <w:rsid w:val="000E45FE"/>
    <w:rsid w:val="000E4FDC"/>
    <w:rsid w:val="000E7B23"/>
    <w:rsid w:val="000F0C0E"/>
    <w:rsid w:val="000F19EB"/>
    <w:rsid w:val="000F23A9"/>
    <w:rsid w:val="000F460E"/>
    <w:rsid w:val="000F5BF6"/>
    <w:rsid w:val="000F6D98"/>
    <w:rsid w:val="00102B1B"/>
    <w:rsid w:val="00103936"/>
    <w:rsid w:val="00103F4B"/>
    <w:rsid w:val="001040CA"/>
    <w:rsid w:val="001137F0"/>
    <w:rsid w:val="00113C98"/>
    <w:rsid w:val="001157A0"/>
    <w:rsid w:val="001200E8"/>
    <w:rsid w:val="0012049D"/>
    <w:rsid w:val="0012264C"/>
    <w:rsid w:val="0012688D"/>
    <w:rsid w:val="00130154"/>
    <w:rsid w:val="00132512"/>
    <w:rsid w:val="00132B92"/>
    <w:rsid w:val="001359C3"/>
    <w:rsid w:val="00136541"/>
    <w:rsid w:val="00146033"/>
    <w:rsid w:val="001466CB"/>
    <w:rsid w:val="00147E64"/>
    <w:rsid w:val="00155162"/>
    <w:rsid w:val="00156A79"/>
    <w:rsid w:val="001615CD"/>
    <w:rsid w:val="00161BA9"/>
    <w:rsid w:val="00164D45"/>
    <w:rsid w:val="0016656A"/>
    <w:rsid w:val="00166711"/>
    <w:rsid w:val="00172565"/>
    <w:rsid w:val="00172F87"/>
    <w:rsid w:val="00174485"/>
    <w:rsid w:val="001836D5"/>
    <w:rsid w:val="00184679"/>
    <w:rsid w:val="00185D5C"/>
    <w:rsid w:val="001876A7"/>
    <w:rsid w:val="00192E70"/>
    <w:rsid w:val="0019341D"/>
    <w:rsid w:val="00195D20"/>
    <w:rsid w:val="001A1589"/>
    <w:rsid w:val="001A1BE8"/>
    <w:rsid w:val="001A1DB9"/>
    <w:rsid w:val="001A2231"/>
    <w:rsid w:val="001A2553"/>
    <w:rsid w:val="001A27DE"/>
    <w:rsid w:val="001A6B8E"/>
    <w:rsid w:val="001B0A44"/>
    <w:rsid w:val="001B4614"/>
    <w:rsid w:val="001B4AE1"/>
    <w:rsid w:val="001C339B"/>
    <w:rsid w:val="001C3554"/>
    <w:rsid w:val="001D68B9"/>
    <w:rsid w:val="001E2DF3"/>
    <w:rsid w:val="001E44F5"/>
    <w:rsid w:val="001E5261"/>
    <w:rsid w:val="001E56C0"/>
    <w:rsid w:val="001F007A"/>
    <w:rsid w:val="001F09E6"/>
    <w:rsid w:val="001F13CA"/>
    <w:rsid w:val="001F1F22"/>
    <w:rsid w:val="001F294B"/>
    <w:rsid w:val="0020002E"/>
    <w:rsid w:val="00203AA4"/>
    <w:rsid w:val="00203FBB"/>
    <w:rsid w:val="00204480"/>
    <w:rsid w:val="00207D39"/>
    <w:rsid w:val="0021125E"/>
    <w:rsid w:val="00212F5D"/>
    <w:rsid w:val="00214096"/>
    <w:rsid w:val="002171AD"/>
    <w:rsid w:val="00217B3C"/>
    <w:rsid w:val="00221CB9"/>
    <w:rsid w:val="00224F06"/>
    <w:rsid w:val="0022612A"/>
    <w:rsid w:val="00230834"/>
    <w:rsid w:val="002341D4"/>
    <w:rsid w:val="002346D4"/>
    <w:rsid w:val="002359FD"/>
    <w:rsid w:val="00236B75"/>
    <w:rsid w:val="00243485"/>
    <w:rsid w:val="00244176"/>
    <w:rsid w:val="00245474"/>
    <w:rsid w:val="00246444"/>
    <w:rsid w:val="00247648"/>
    <w:rsid w:val="002528CE"/>
    <w:rsid w:val="00252BAA"/>
    <w:rsid w:val="0025403B"/>
    <w:rsid w:val="00254A86"/>
    <w:rsid w:val="0025512E"/>
    <w:rsid w:val="0025648E"/>
    <w:rsid w:val="00260ECA"/>
    <w:rsid w:val="00261146"/>
    <w:rsid w:val="00265BA0"/>
    <w:rsid w:val="00271537"/>
    <w:rsid w:val="00272385"/>
    <w:rsid w:val="002724D2"/>
    <w:rsid w:val="00273E1D"/>
    <w:rsid w:val="00274D08"/>
    <w:rsid w:val="002836AB"/>
    <w:rsid w:val="00284040"/>
    <w:rsid w:val="00284B2D"/>
    <w:rsid w:val="00286460"/>
    <w:rsid w:val="00286529"/>
    <w:rsid w:val="002868EA"/>
    <w:rsid w:val="00290EEA"/>
    <w:rsid w:val="00297BB0"/>
    <w:rsid w:val="002A12A8"/>
    <w:rsid w:val="002A3FC9"/>
    <w:rsid w:val="002A58B2"/>
    <w:rsid w:val="002B2C76"/>
    <w:rsid w:val="002B4593"/>
    <w:rsid w:val="002B48B9"/>
    <w:rsid w:val="002B5DE2"/>
    <w:rsid w:val="002C2923"/>
    <w:rsid w:val="002C348B"/>
    <w:rsid w:val="002C67F8"/>
    <w:rsid w:val="002C6B98"/>
    <w:rsid w:val="002C778F"/>
    <w:rsid w:val="002C7A29"/>
    <w:rsid w:val="002D2BA0"/>
    <w:rsid w:val="002D2DBF"/>
    <w:rsid w:val="002D3CA7"/>
    <w:rsid w:val="002D4810"/>
    <w:rsid w:val="002D5F70"/>
    <w:rsid w:val="002D6A48"/>
    <w:rsid w:val="002D7E43"/>
    <w:rsid w:val="002E2B1A"/>
    <w:rsid w:val="002E5C7B"/>
    <w:rsid w:val="002F1943"/>
    <w:rsid w:val="002F34A1"/>
    <w:rsid w:val="003005F0"/>
    <w:rsid w:val="00303E50"/>
    <w:rsid w:val="00312653"/>
    <w:rsid w:val="00313353"/>
    <w:rsid w:val="003207F4"/>
    <w:rsid w:val="00322E5A"/>
    <w:rsid w:val="00323BF2"/>
    <w:rsid w:val="00324277"/>
    <w:rsid w:val="00324BF3"/>
    <w:rsid w:val="003254EC"/>
    <w:rsid w:val="0032695F"/>
    <w:rsid w:val="003275D0"/>
    <w:rsid w:val="003279DA"/>
    <w:rsid w:val="00331FA5"/>
    <w:rsid w:val="00333334"/>
    <w:rsid w:val="00335188"/>
    <w:rsid w:val="003403F6"/>
    <w:rsid w:val="00340E6A"/>
    <w:rsid w:val="00341294"/>
    <w:rsid w:val="00341781"/>
    <w:rsid w:val="003524BF"/>
    <w:rsid w:val="003530B6"/>
    <w:rsid w:val="00361382"/>
    <w:rsid w:val="00370B45"/>
    <w:rsid w:val="00371B75"/>
    <w:rsid w:val="003739D4"/>
    <w:rsid w:val="00375141"/>
    <w:rsid w:val="00381C9B"/>
    <w:rsid w:val="00386A5B"/>
    <w:rsid w:val="0039451E"/>
    <w:rsid w:val="0039751F"/>
    <w:rsid w:val="003A09DA"/>
    <w:rsid w:val="003A5056"/>
    <w:rsid w:val="003A7032"/>
    <w:rsid w:val="003A7860"/>
    <w:rsid w:val="003B1FD2"/>
    <w:rsid w:val="003B23E9"/>
    <w:rsid w:val="003B40BB"/>
    <w:rsid w:val="003B59C7"/>
    <w:rsid w:val="003B59EA"/>
    <w:rsid w:val="003B6839"/>
    <w:rsid w:val="003C0B45"/>
    <w:rsid w:val="003C184E"/>
    <w:rsid w:val="003C4BD7"/>
    <w:rsid w:val="003C4C0A"/>
    <w:rsid w:val="003C53B4"/>
    <w:rsid w:val="003D2244"/>
    <w:rsid w:val="003D29EF"/>
    <w:rsid w:val="003D4A89"/>
    <w:rsid w:val="003D573D"/>
    <w:rsid w:val="003E2D52"/>
    <w:rsid w:val="003E48DF"/>
    <w:rsid w:val="003E7BB1"/>
    <w:rsid w:val="003F09E2"/>
    <w:rsid w:val="003F15FE"/>
    <w:rsid w:val="003F1A54"/>
    <w:rsid w:val="004033C7"/>
    <w:rsid w:val="00403C2C"/>
    <w:rsid w:val="00405C94"/>
    <w:rsid w:val="00405E3D"/>
    <w:rsid w:val="00405F95"/>
    <w:rsid w:val="004070F5"/>
    <w:rsid w:val="00411165"/>
    <w:rsid w:val="00411285"/>
    <w:rsid w:val="004178D1"/>
    <w:rsid w:val="00422E2A"/>
    <w:rsid w:val="0042553D"/>
    <w:rsid w:val="0042573D"/>
    <w:rsid w:val="00425EF1"/>
    <w:rsid w:val="0042657A"/>
    <w:rsid w:val="004274DF"/>
    <w:rsid w:val="00430B8E"/>
    <w:rsid w:val="0043242A"/>
    <w:rsid w:val="00434157"/>
    <w:rsid w:val="0043453F"/>
    <w:rsid w:val="00434ADC"/>
    <w:rsid w:val="0043651A"/>
    <w:rsid w:val="00442C98"/>
    <w:rsid w:val="0045038A"/>
    <w:rsid w:val="00450F5C"/>
    <w:rsid w:val="00451C19"/>
    <w:rsid w:val="004578C7"/>
    <w:rsid w:val="00461EF4"/>
    <w:rsid w:val="0046279F"/>
    <w:rsid w:val="00466010"/>
    <w:rsid w:val="00466687"/>
    <w:rsid w:val="00470544"/>
    <w:rsid w:val="0047204A"/>
    <w:rsid w:val="00474856"/>
    <w:rsid w:val="00474FAF"/>
    <w:rsid w:val="004755A1"/>
    <w:rsid w:val="00482864"/>
    <w:rsid w:val="00483518"/>
    <w:rsid w:val="0048416D"/>
    <w:rsid w:val="004858B7"/>
    <w:rsid w:val="004A0113"/>
    <w:rsid w:val="004A219A"/>
    <w:rsid w:val="004A4826"/>
    <w:rsid w:val="004A6568"/>
    <w:rsid w:val="004A7AB4"/>
    <w:rsid w:val="004B100F"/>
    <w:rsid w:val="004B550D"/>
    <w:rsid w:val="004C3839"/>
    <w:rsid w:val="004C4910"/>
    <w:rsid w:val="004C6774"/>
    <w:rsid w:val="004D0400"/>
    <w:rsid w:val="004D1F24"/>
    <w:rsid w:val="004D2FA3"/>
    <w:rsid w:val="004D3184"/>
    <w:rsid w:val="004D67CC"/>
    <w:rsid w:val="004E14AD"/>
    <w:rsid w:val="004E26A9"/>
    <w:rsid w:val="004E54DA"/>
    <w:rsid w:val="004E6EE2"/>
    <w:rsid w:val="004F0DFA"/>
    <w:rsid w:val="004F10AE"/>
    <w:rsid w:val="004F50C4"/>
    <w:rsid w:val="00500200"/>
    <w:rsid w:val="00500AD1"/>
    <w:rsid w:val="00502CEE"/>
    <w:rsid w:val="00505FFB"/>
    <w:rsid w:val="00506675"/>
    <w:rsid w:val="005104C9"/>
    <w:rsid w:val="005109DA"/>
    <w:rsid w:val="00512083"/>
    <w:rsid w:val="0051221F"/>
    <w:rsid w:val="005142BB"/>
    <w:rsid w:val="00515A58"/>
    <w:rsid w:val="0051776E"/>
    <w:rsid w:val="00521058"/>
    <w:rsid w:val="005249A1"/>
    <w:rsid w:val="00525549"/>
    <w:rsid w:val="0052629D"/>
    <w:rsid w:val="00526B21"/>
    <w:rsid w:val="00526E01"/>
    <w:rsid w:val="005306D5"/>
    <w:rsid w:val="00536634"/>
    <w:rsid w:val="0053663B"/>
    <w:rsid w:val="005414D5"/>
    <w:rsid w:val="0054345D"/>
    <w:rsid w:val="00545329"/>
    <w:rsid w:val="005454E7"/>
    <w:rsid w:val="00551EC5"/>
    <w:rsid w:val="005522DD"/>
    <w:rsid w:val="005536C5"/>
    <w:rsid w:val="00555510"/>
    <w:rsid w:val="0055582B"/>
    <w:rsid w:val="00556515"/>
    <w:rsid w:val="00560B5C"/>
    <w:rsid w:val="005630F0"/>
    <w:rsid w:val="00563F5E"/>
    <w:rsid w:val="005726D9"/>
    <w:rsid w:val="005744A1"/>
    <w:rsid w:val="00574D76"/>
    <w:rsid w:val="00574DEE"/>
    <w:rsid w:val="0058183A"/>
    <w:rsid w:val="00582BE1"/>
    <w:rsid w:val="00593602"/>
    <w:rsid w:val="00594E42"/>
    <w:rsid w:val="00594E63"/>
    <w:rsid w:val="00595654"/>
    <w:rsid w:val="00596EA3"/>
    <w:rsid w:val="005976C1"/>
    <w:rsid w:val="005A5639"/>
    <w:rsid w:val="005A6AE4"/>
    <w:rsid w:val="005A77ED"/>
    <w:rsid w:val="005A7A61"/>
    <w:rsid w:val="005A7C9D"/>
    <w:rsid w:val="005B2E35"/>
    <w:rsid w:val="005B70CA"/>
    <w:rsid w:val="005B77A7"/>
    <w:rsid w:val="005C1F9A"/>
    <w:rsid w:val="005C4CA4"/>
    <w:rsid w:val="005C4DB4"/>
    <w:rsid w:val="005C5641"/>
    <w:rsid w:val="005C5A3A"/>
    <w:rsid w:val="005C6B48"/>
    <w:rsid w:val="005D679E"/>
    <w:rsid w:val="005D68E3"/>
    <w:rsid w:val="005D6EF8"/>
    <w:rsid w:val="005E17EE"/>
    <w:rsid w:val="005E225B"/>
    <w:rsid w:val="005E311F"/>
    <w:rsid w:val="005E3FC1"/>
    <w:rsid w:val="005E46FC"/>
    <w:rsid w:val="005F268F"/>
    <w:rsid w:val="005F3050"/>
    <w:rsid w:val="005F3056"/>
    <w:rsid w:val="005F3071"/>
    <w:rsid w:val="005F6182"/>
    <w:rsid w:val="00601B9A"/>
    <w:rsid w:val="00602ED0"/>
    <w:rsid w:val="00603FB7"/>
    <w:rsid w:val="0060432F"/>
    <w:rsid w:val="00604847"/>
    <w:rsid w:val="00610918"/>
    <w:rsid w:val="00610F90"/>
    <w:rsid w:val="00613839"/>
    <w:rsid w:val="006141E3"/>
    <w:rsid w:val="00616142"/>
    <w:rsid w:val="00616E88"/>
    <w:rsid w:val="006214C2"/>
    <w:rsid w:val="00624930"/>
    <w:rsid w:val="006271DB"/>
    <w:rsid w:val="00630238"/>
    <w:rsid w:val="00633958"/>
    <w:rsid w:val="00635E0D"/>
    <w:rsid w:val="00640AD7"/>
    <w:rsid w:val="00641F14"/>
    <w:rsid w:val="006430BC"/>
    <w:rsid w:val="006465B4"/>
    <w:rsid w:val="00652A3A"/>
    <w:rsid w:val="00653742"/>
    <w:rsid w:val="006562F9"/>
    <w:rsid w:val="006641D1"/>
    <w:rsid w:val="00666B9F"/>
    <w:rsid w:val="00666F4D"/>
    <w:rsid w:val="006746DC"/>
    <w:rsid w:val="0068071D"/>
    <w:rsid w:val="00684186"/>
    <w:rsid w:val="00684837"/>
    <w:rsid w:val="0068658F"/>
    <w:rsid w:val="00692018"/>
    <w:rsid w:val="00692C4C"/>
    <w:rsid w:val="00695482"/>
    <w:rsid w:val="00695A96"/>
    <w:rsid w:val="006972C5"/>
    <w:rsid w:val="006A0069"/>
    <w:rsid w:val="006A0BE9"/>
    <w:rsid w:val="006A0F01"/>
    <w:rsid w:val="006A6FFB"/>
    <w:rsid w:val="006A7D7C"/>
    <w:rsid w:val="006B359C"/>
    <w:rsid w:val="006B7AEB"/>
    <w:rsid w:val="006C5BCD"/>
    <w:rsid w:val="006D15F1"/>
    <w:rsid w:val="006D2140"/>
    <w:rsid w:val="006D237A"/>
    <w:rsid w:val="006E0DA2"/>
    <w:rsid w:val="006E2B8F"/>
    <w:rsid w:val="006E391C"/>
    <w:rsid w:val="006E4526"/>
    <w:rsid w:val="006F1A78"/>
    <w:rsid w:val="006F4E61"/>
    <w:rsid w:val="006F552C"/>
    <w:rsid w:val="006F5787"/>
    <w:rsid w:val="007014A5"/>
    <w:rsid w:val="00702EE5"/>
    <w:rsid w:val="007034E8"/>
    <w:rsid w:val="00707531"/>
    <w:rsid w:val="0071454A"/>
    <w:rsid w:val="00720539"/>
    <w:rsid w:val="007245DB"/>
    <w:rsid w:val="007253D7"/>
    <w:rsid w:val="00725A56"/>
    <w:rsid w:val="00726AA0"/>
    <w:rsid w:val="00726B38"/>
    <w:rsid w:val="0073036D"/>
    <w:rsid w:val="00734290"/>
    <w:rsid w:val="007372A2"/>
    <w:rsid w:val="007428B0"/>
    <w:rsid w:val="00744573"/>
    <w:rsid w:val="00745157"/>
    <w:rsid w:val="00745D19"/>
    <w:rsid w:val="0074712C"/>
    <w:rsid w:val="007473DB"/>
    <w:rsid w:val="0075044C"/>
    <w:rsid w:val="00752CFC"/>
    <w:rsid w:val="00754EEE"/>
    <w:rsid w:val="0075542D"/>
    <w:rsid w:val="0075613E"/>
    <w:rsid w:val="0075642F"/>
    <w:rsid w:val="007577A6"/>
    <w:rsid w:val="00760DE8"/>
    <w:rsid w:val="007613A0"/>
    <w:rsid w:val="0076158C"/>
    <w:rsid w:val="00767302"/>
    <w:rsid w:val="00767AE1"/>
    <w:rsid w:val="0078479A"/>
    <w:rsid w:val="007868B1"/>
    <w:rsid w:val="007914EC"/>
    <w:rsid w:val="007929E3"/>
    <w:rsid w:val="00792A78"/>
    <w:rsid w:val="00793FAF"/>
    <w:rsid w:val="00794840"/>
    <w:rsid w:val="00796E5D"/>
    <w:rsid w:val="007A076B"/>
    <w:rsid w:val="007A0CBA"/>
    <w:rsid w:val="007A4736"/>
    <w:rsid w:val="007A6F42"/>
    <w:rsid w:val="007B129E"/>
    <w:rsid w:val="007B2BD6"/>
    <w:rsid w:val="007B4AA7"/>
    <w:rsid w:val="007B6750"/>
    <w:rsid w:val="007D0FF5"/>
    <w:rsid w:val="007D1B0F"/>
    <w:rsid w:val="007D5E7F"/>
    <w:rsid w:val="007E1B36"/>
    <w:rsid w:val="007E4CC6"/>
    <w:rsid w:val="007E4CE1"/>
    <w:rsid w:val="007E6A17"/>
    <w:rsid w:val="007F02BA"/>
    <w:rsid w:val="007F1006"/>
    <w:rsid w:val="007F49D9"/>
    <w:rsid w:val="007F592D"/>
    <w:rsid w:val="007F6163"/>
    <w:rsid w:val="0080350D"/>
    <w:rsid w:val="00807567"/>
    <w:rsid w:val="00811E55"/>
    <w:rsid w:val="00812641"/>
    <w:rsid w:val="00817109"/>
    <w:rsid w:val="00820999"/>
    <w:rsid w:val="00823EF9"/>
    <w:rsid w:val="008244DD"/>
    <w:rsid w:val="00832D8F"/>
    <w:rsid w:val="00835FEB"/>
    <w:rsid w:val="00840DAE"/>
    <w:rsid w:val="008419EC"/>
    <w:rsid w:val="008428F6"/>
    <w:rsid w:val="00842A35"/>
    <w:rsid w:val="008434AB"/>
    <w:rsid w:val="00843E4B"/>
    <w:rsid w:val="00844642"/>
    <w:rsid w:val="00845AC5"/>
    <w:rsid w:val="00847E42"/>
    <w:rsid w:val="00850A91"/>
    <w:rsid w:val="00850E0D"/>
    <w:rsid w:val="00850FF7"/>
    <w:rsid w:val="008534E7"/>
    <w:rsid w:val="00853A1B"/>
    <w:rsid w:val="008549CE"/>
    <w:rsid w:val="00861838"/>
    <w:rsid w:val="00864D21"/>
    <w:rsid w:val="008673EE"/>
    <w:rsid w:val="008703C8"/>
    <w:rsid w:val="00870DC0"/>
    <w:rsid w:val="00871286"/>
    <w:rsid w:val="008723AD"/>
    <w:rsid w:val="008733D4"/>
    <w:rsid w:val="00881C83"/>
    <w:rsid w:val="00882B9E"/>
    <w:rsid w:val="008832CD"/>
    <w:rsid w:val="008843D8"/>
    <w:rsid w:val="00884534"/>
    <w:rsid w:val="00893296"/>
    <w:rsid w:val="00895CB1"/>
    <w:rsid w:val="008A0602"/>
    <w:rsid w:val="008A143A"/>
    <w:rsid w:val="008A25C1"/>
    <w:rsid w:val="008A3A76"/>
    <w:rsid w:val="008A5793"/>
    <w:rsid w:val="008A797B"/>
    <w:rsid w:val="008B0ABC"/>
    <w:rsid w:val="008B271E"/>
    <w:rsid w:val="008B59F4"/>
    <w:rsid w:val="008B73CA"/>
    <w:rsid w:val="008C0A65"/>
    <w:rsid w:val="008C36D8"/>
    <w:rsid w:val="008C4247"/>
    <w:rsid w:val="008C5C1B"/>
    <w:rsid w:val="008C6F7B"/>
    <w:rsid w:val="008D3D33"/>
    <w:rsid w:val="008D60D1"/>
    <w:rsid w:val="008E4A3D"/>
    <w:rsid w:val="008E52FE"/>
    <w:rsid w:val="008F63BE"/>
    <w:rsid w:val="009003A3"/>
    <w:rsid w:val="0090094D"/>
    <w:rsid w:val="00900CF6"/>
    <w:rsid w:val="00904140"/>
    <w:rsid w:val="00905C8A"/>
    <w:rsid w:val="009072AA"/>
    <w:rsid w:val="0090790D"/>
    <w:rsid w:val="00907F0B"/>
    <w:rsid w:val="00910905"/>
    <w:rsid w:val="00910C16"/>
    <w:rsid w:val="009121C8"/>
    <w:rsid w:val="009127F4"/>
    <w:rsid w:val="009167A0"/>
    <w:rsid w:val="0092077B"/>
    <w:rsid w:val="00920EF1"/>
    <w:rsid w:val="009228A2"/>
    <w:rsid w:val="009269A0"/>
    <w:rsid w:val="0093185A"/>
    <w:rsid w:val="00931FF5"/>
    <w:rsid w:val="00935A7B"/>
    <w:rsid w:val="00945361"/>
    <w:rsid w:val="009477F5"/>
    <w:rsid w:val="0095305C"/>
    <w:rsid w:val="0095484C"/>
    <w:rsid w:val="00961E8F"/>
    <w:rsid w:val="009630A5"/>
    <w:rsid w:val="00965254"/>
    <w:rsid w:val="00970842"/>
    <w:rsid w:val="00970EE1"/>
    <w:rsid w:val="009715AD"/>
    <w:rsid w:val="00971F0C"/>
    <w:rsid w:val="00975226"/>
    <w:rsid w:val="00975D4F"/>
    <w:rsid w:val="0098056B"/>
    <w:rsid w:val="009823A2"/>
    <w:rsid w:val="00983133"/>
    <w:rsid w:val="00984FCC"/>
    <w:rsid w:val="00992A36"/>
    <w:rsid w:val="00994BB6"/>
    <w:rsid w:val="0099509B"/>
    <w:rsid w:val="009A05BC"/>
    <w:rsid w:val="009A2CB9"/>
    <w:rsid w:val="009A350B"/>
    <w:rsid w:val="009A6FF2"/>
    <w:rsid w:val="009B0399"/>
    <w:rsid w:val="009B35B8"/>
    <w:rsid w:val="009C0730"/>
    <w:rsid w:val="009C1288"/>
    <w:rsid w:val="009C1B7A"/>
    <w:rsid w:val="009C1E9F"/>
    <w:rsid w:val="009C331A"/>
    <w:rsid w:val="009C605E"/>
    <w:rsid w:val="009C61DB"/>
    <w:rsid w:val="009C6F25"/>
    <w:rsid w:val="009C6FB6"/>
    <w:rsid w:val="009C7AA4"/>
    <w:rsid w:val="009D2BE0"/>
    <w:rsid w:val="009D371F"/>
    <w:rsid w:val="009E10E6"/>
    <w:rsid w:val="009E23FB"/>
    <w:rsid w:val="009E7494"/>
    <w:rsid w:val="009E788A"/>
    <w:rsid w:val="009F0A52"/>
    <w:rsid w:val="009F0D23"/>
    <w:rsid w:val="009F11D4"/>
    <w:rsid w:val="009F1419"/>
    <w:rsid w:val="009F1460"/>
    <w:rsid w:val="009F231D"/>
    <w:rsid w:val="009F2A4A"/>
    <w:rsid w:val="00A00593"/>
    <w:rsid w:val="00A0502F"/>
    <w:rsid w:val="00A118E2"/>
    <w:rsid w:val="00A14211"/>
    <w:rsid w:val="00A2001F"/>
    <w:rsid w:val="00A201AE"/>
    <w:rsid w:val="00A20A60"/>
    <w:rsid w:val="00A20EAE"/>
    <w:rsid w:val="00A25BB1"/>
    <w:rsid w:val="00A412FC"/>
    <w:rsid w:val="00A419EC"/>
    <w:rsid w:val="00A44358"/>
    <w:rsid w:val="00A45245"/>
    <w:rsid w:val="00A46524"/>
    <w:rsid w:val="00A47CD3"/>
    <w:rsid w:val="00A52826"/>
    <w:rsid w:val="00A55EBC"/>
    <w:rsid w:val="00A56CF7"/>
    <w:rsid w:val="00A61788"/>
    <w:rsid w:val="00A62A6A"/>
    <w:rsid w:val="00A6433F"/>
    <w:rsid w:val="00A715B1"/>
    <w:rsid w:val="00A73CD6"/>
    <w:rsid w:val="00A740E1"/>
    <w:rsid w:val="00A75FFD"/>
    <w:rsid w:val="00A77222"/>
    <w:rsid w:val="00A80168"/>
    <w:rsid w:val="00A801DB"/>
    <w:rsid w:val="00A81809"/>
    <w:rsid w:val="00A818D5"/>
    <w:rsid w:val="00A84EE2"/>
    <w:rsid w:val="00A853FD"/>
    <w:rsid w:val="00A859C8"/>
    <w:rsid w:val="00A90CD5"/>
    <w:rsid w:val="00A97D15"/>
    <w:rsid w:val="00AA51ED"/>
    <w:rsid w:val="00AA5632"/>
    <w:rsid w:val="00AB01EA"/>
    <w:rsid w:val="00AB27A9"/>
    <w:rsid w:val="00AB30B1"/>
    <w:rsid w:val="00AB3552"/>
    <w:rsid w:val="00AB53B9"/>
    <w:rsid w:val="00AC0CC0"/>
    <w:rsid w:val="00AC2ABE"/>
    <w:rsid w:val="00AC3E12"/>
    <w:rsid w:val="00AC59D7"/>
    <w:rsid w:val="00AC6B8C"/>
    <w:rsid w:val="00AD19AC"/>
    <w:rsid w:val="00AD2BC9"/>
    <w:rsid w:val="00AD3BFD"/>
    <w:rsid w:val="00AD712D"/>
    <w:rsid w:val="00AD7824"/>
    <w:rsid w:val="00AE1DDA"/>
    <w:rsid w:val="00AE3742"/>
    <w:rsid w:val="00AE41B2"/>
    <w:rsid w:val="00AE639F"/>
    <w:rsid w:val="00AF1002"/>
    <w:rsid w:val="00AF2CBE"/>
    <w:rsid w:val="00AF45EB"/>
    <w:rsid w:val="00AF53DE"/>
    <w:rsid w:val="00AF69D7"/>
    <w:rsid w:val="00B00E30"/>
    <w:rsid w:val="00B011AE"/>
    <w:rsid w:val="00B0230F"/>
    <w:rsid w:val="00B101F9"/>
    <w:rsid w:val="00B114A4"/>
    <w:rsid w:val="00B1237A"/>
    <w:rsid w:val="00B15DE7"/>
    <w:rsid w:val="00B2106B"/>
    <w:rsid w:val="00B24C62"/>
    <w:rsid w:val="00B24D97"/>
    <w:rsid w:val="00B25E96"/>
    <w:rsid w:val="00B26020"/>
    <w:rsid w:val="00B26A82"/>
    <w:rsid w:val="00B2760E"/>
    <w:rsid w:val="00B3443A"/>
    <w:rsid w:val="00B35E90"/>
    <w:rsid w:val="00B36061"/>
    <w:rsid w:val="00B375C4"/>
    <w:rsid w:val="00B37F1A"/>
    <w:rsid w:val="00B40062"/>
    <w:rsid w:val="00B41036"/>
    <w:rsid w:val="00B427DF"/>
    <w:rsid w:val="00B42D04"/>
    <w:rsid w:val="00B43658"/>
    <w:rsid w:val="00B452C5"/>
    <w:rsid w:val="00B5151A"/>
    <w:rsid w:val="00B56C0F"/>
    <w:rsid w:val="00B56CA3"/>
    <w:rsid w:val="00B62299"/>
    <w:rsid w:val="00B62B73"/>
    <w:rsid w:val="00B63ECF"/>
    <w:rsid w:val="00B65E2A"/>
    <w:rsid w:val="00B72331"/>
    <w:rsid w:val="00B738A7"/>
    <w:rsid w:val="00B93B2B"/>
    <w:rsid w:val="00B967FD"/>
    <w:rsid w:val="00B9687E"/>
    <w:rsid w:val="00BA410D"/>
    <w:rsid w:val="00BA42B4"/>
    <w:rsid w:val="00BA7984"/>
    <w:rsid w:val="00BB06E9"/>
    <w:rsid w:val="00BB5A5B"/>
    <w:rsid w:val="00BB5E13"/>
    <w:rsid w:val="00BC1A8D"/>
    <w:rsid w:val="00BC1B49"/>
    <w:rsid w:val="00BC2861"/>
    <w:rsid w:val="00BC58DB"/>
    <w:rsid w:val="00BD144E"/>
    <w:rsid w:val="00BD3BB6"/>
    <w:rsid w:val="00BD4D3A"/>
    <w:rsid w:val="00BD633F"/>
    <w:rsid w:val="00BE0DA6"/>
    <w:rsid w:val="00BE2335"/>
    <w:rsid w:val="00BE2975"/>
    <w:rsid w:val="00BE6603"/>
    <w:rsid w:val="00BF0423"/>
    <w:rsid w:val="00BF22E4"/>
    <w:rsid w:val="00BF25E0"/>
    <w:rsid w:val="00BF6519"/>
    <w:rsid w:val="00C00322"/>
    <w:rsid w:val="00C00AB5"/>
    <w:rsid w:val="00C015CF"/>
    <w:rsid w:val="00C01E5A"/>
    <w:rsid w:val="00C07AA0"/>
    <w:rsid w:val="00C11E15"/>
    <w:rsid w:val="00C13C7B"/>
    <w:rsid w:val="00C20802"/>
    <w:rsid w:val="00C2117C"/>
    <w:rsid w:val="00C21C1A"/>
    <w:rsid w:val="00C27A43"/>
    <w:rsid w:val="00C30B25"/>
    <w:rsid w:val="00C30EFD"/>
    <w:rsid w:val="00C31500"/>
    <w:rsid w:val="00C32F6D"/>
    <w:rsid w:val="00C361A7"/>
    <w:rsid w:val="00C36C12"/>
    <w:rsid w:val="00C37317"/>
    <w:rsid w:val="00C37749"/>
    <w:rsid w:val="00C40D8D"/>
    <w:rsid w:val="00C40E9D"/>
    <w:rsid w:val="00C42E21"/>
    <w:rsid w:val="00C42FAD"/>
    <w:rsid w:val="00C43235"/>
    <w:rsid w:val="00C459C9"/>
    <w:rsid w:val="00C47384"/>
    <w:rsid w:val="00C50873"/>
    <w:rsid w:val="00C52DEE"/>
    <w:rsid w:val="00C53F4F"/>
    <w:rsid w:val="00C560D7"/>
    <w:rsid w:val="00C60B35"/>
    <w:rsid w:val="00C632D4"/>
    <w:rsid w:val="00C640F4"/>
    <w:rsid w:val="00C67A2F"/>
    <w:rsid w:val="00C70270"/>
    <w:rsid w:val="00C73847"/>
    <w:rsid w:val="00C7459D"/>
    <w:rsid w:val="00C916C3"/>
    <w:rsid w:val="00C92A36"/>
    <w:rsid w:val="00C941AE"/>
    <w:rsid w:val="00C965AD"/>
    <w:rsid w:val="00C96E64"/>
    <w:rsid w:val="00C975C3"/>
    <w:rsid w:val="00CA048A"/>
    <w:rsid w:val="00CA2CD7"/>
    <w:rsid w:val="00CA42C6"/>
    <w:rsid w:val="00CA5E11"/>
    <w:rsid w:val="00CA6244"/>
    <w:rsid w:val="00CA739F"/>
    <w:rsid w:val="00CA7464"/>
    <w:rsid w:val="00CB063D"/>
    <w:rsid w:val="00CB0700"/>
    <w:rsid w:val="00CB5245"/>
    <w:rsid w:val="00CB694C"/>
    <w:rsid w:val="00CB6ABA"/>
    <w:rsid w:val="00CB6D73"/>
    <w:rsid w:val="00CC47C1"/>
    <w:rsid w:val="00CD1D6E"/>
    <w:rsid w:val="00CD3096"/>
    <w:rsid w:val="00CD5948"/>
    <w:rsid w:val="00CD6653"/>
    <w:rsid w:val="00CD6EF7"/>
    <w:rsid w:val="00CE0C36"/>
    <w:rsid w:val="00CE56B7"/>
    <w:rsid w:val="00CE5866"/>
    <w:rsid w:val="00CE5A44"/>
    <w:rsid w:val="00CF01BC"/>
    <w:rsid w:val="00CF3091"/>
    <w:rsid w:val="00CF350E"/>
    <w:rsid w:val="00CF4C8F"/>
    <w:rsid w:val="00CF6251"/>
    <w:rsid w:val="00CF77A9"/>
    <w:rsid w:val="00CF7A33"/>
    <w:rsid w:val="00D01DDC"/>
    <w:rsid w:val="00D03C2B"/>
    <w:rsid w:val="00D04E28"/>
    <w:rsid w:val="00D054EC"/>
    <w:rsid w:val="00D05553"/>
    <w:rsid w:val="00D060F7"/>
    <w:rsid w:val="00D06548"/>
    <w:rsid w:val="00D12A7E"/>
    <w:rsid w:val="00D16730"/>
    <w:rsid w:val="00D206AF"/>
    <w:rsid w:val="00D23C6D"/>
    <w:rsid w:val="00D30779"/>
    <w:rsid w:val="00D315AA"/>
    <w:rsid w:val="00D31BFE"/>
    <w:rsid w:val="00D32180"/>
    <w:rsid w:val="00D33736"/>
    <w:rsid w:val="00D40554"/>
    <w:rsid w:val="00D407E1"/>
    <w:rsid w:val="00D44A03"/>
    <w:rsid w:val="00D45974"/>
    <w:rsid w:val="00D4689B"/>
    <w:rsid w:val="00D47FB3"/>
    <w:rsid w:val="00D516C6"/>
    <w:rsid w:val="00D51931"/>
    <w:rsid w:val="00D65E5B"/>
    <w:rsid w:val="00D67019"/>
    <w:rsid w:val="00D700B2"/>
    <w:rsid w:val="00D728A6"/>
    <w:rsid w:val="00D8317D"/>
    <w:rsid w:val="00D953EB"/>
    <w:rsid w:val="00D97334"/>
    <w:rsid w:val="00D97ADB"/>
    <w:rsid w:val="00DA040C"/>
    <w:rsid w:val="00DA109C"/>
    <w:rsid w:val="00DA138B"/>
    <w:rsid w:val="00DA5A05"/>
    <w:rsid w:val="00DA607C"/>
    <w:rsid w:val="00DB0AAD"/>
    <w:rsid w:val="00DB0F77"/>
    <w:rsid w:val="00DB36D2"/>
    <w:rsid w:val="00DB65DA"/>
    <w:rsid w:val="00DB6A9C"/>
    <w:rsid w:val="00DC05E1"/>
    <w:rsid w:val="00DC1B44"/>
    <w:rsid w:val="00DC4D68"/>
    <w:rsid w:val="00DC6DF7"/>
    <w:rsid w:val="00DD4BB4"/>
    <w:rsid w:val="00DD706E"/>
    <w:rsid w:val="00DD75CA"/>
    <w:rsid w:val="00DE16FD"/>
    <w:rsid w:val="00DE55D7"/>
    <w:rsid w:val="00DE6712"/>
    <w:rsid w:val="00DF6207"/>
    <w:rsid w:val="00DF62D9"/>
    <w:rsid w:val="00DF6B6C"/>
    <w:rsid w:val="00E020DB"/>
    <w:rsid w:val="00E03E2E"/>
    <w:rsid w:val="00E05268"/>
    <w:rsid w:val="00E1197E"/>
    <w:rsid w:val="00E13734"/>
    <w:rsid w:val="00E144AC"/>
    <w:rsid w:val="00E15E09"/>
    <w:rsid w:val="00E16CB0"/>
    <w:rsid w:val="00E24E8F"/>
    <w:rsid w:val="00E270F1"/>
    <w:rsid w:val="00E30787"/>
    <w:rsid w:val="00E321BA"/>
    <w:rsid w:val="00E32B8A"/>
    <w:rsid w:val="00E3377A"/>
    <w:rsid w:val="00E34C82"/>
    <w:rsid w:val="00E3685A"/>
    <w:rsid w:val="00E36EF2"/>
    <w:rsid w:val="00E37E32"/>
    <w:rsid w:val="00E41056"/>
    <w:rsid w:val="00E42374"/>
    <w:rsid w:val="00E42F6C"/>
    <w:rsid w:val="00E42FD4"/>
    <w:rsid w:val="00E43893"/>
    <w:rsid w:val="00E43B00"/>
    <w:rsid w:val="00E44B21"/>
    <w:rsid w:val="00E45733"/>
    <w:rsid w:val="00E4622D"/>
    <w:rsid w:val="00E46D31"/>
    <w:rsid w:val="00E503BF"/>
    <w:rsid w:val="00E56C0E"/>
    <w:rsid w:val="00E57BD1"/>
    <w:rsid w:val="00E70B79"/>
    <w:rsid w:val="00E724A0"/>
    <w:rsid w:val="00E73565"/>
    <w:rsid w:val="00E821D5"/>
    <w:rsid w:val="00E85C51"/>
    <w:rsid w:val="00E87B2E"/>
    <w:rsid w:val="00E9117D"/>
    <w:rsid w:val="00E919D3"/>
    <w:rsid w:val="00E9209A"/>
    <w:rsid w:val="00E958AD"/>
    <w:rsid w:val="00E9635E"/>
    <w:rsid w:val="00E9719D"/>
    <w:rsid w:val="00EA0D23"/>
    <w:rsid w:val="00EA191A"/>
    <w:rsid w:val="00EA29C9"/>
    <w:rsid w:val="00EA44C9"/>
    <w:rsid w:val="00EA67A1"/>
    <w:rsid w:val="00EA7C4E"/>
    <w:rsid w:val="00EB384E"/>
    <w:rsid w:val="00EB3D35"/>
    <w:rsid w:val="00EB5171"/>
    <w:rsid w:val="00EB5795"/>
    <w:rsid w:val="00EC04F3"/>
    <w:rsid w:val="00EC0ACE"/>
    <w:rsid w:val="00EC2BBC"/>
    <w:rsid w:val="00EC3A6D"/>
    <w:rsid w:val="00EC3C22"/>
    <w:rsid w:val="00EC47CC"/>
    <w:rsid w:val="00EC4F27"/>
    <w:rsid w:val="00EC58F6"/>
    <w:rsid w:val="00EC764F"/>
    <w:rsid w:val="00ED1B27"/>
    <w:rsid w:val="00ED4CDE"/>
    <w:rsid w:val="00ED6700"/>
    <w:rsid w:val="00EE10DB"/>
    <w:rsid w:val="00EE5DA9"/>
    <w:rsid w:val="00EE7A52"/>
    <w:rsid w:val="00EF28EC"/>
    <w:rsid w:val="00F01E55"/>
    <w:rsid w:val="00F0302B"/>
    <w:rsid w:val="00F032F2"/>
    <w:rsid w:val="00F03574"/>
    <w:rsid w:val="00F03C11"/>
    <w:rsid w:val="00F04D2D"/>
    <w:rsid w:val="00F05887"/>
    <w:rsid w:val="00F07A7E"/>
    <w:rsid w:val="00F131EB"/>
    <w:rsid w:val="00F142AE"/>
    <w:rsid w:val="00F20281"/>
    <w:rsid w:val="00F20B9F"/>
    <w:rsid w:val="00F21B43"/>
    <w:rsid w:val="00F24C89"/>
    <w:rsid w:val="00F255B1"/>
    <w:rsid w:val="00F260E8"/>
    <w:rsid w:val="00F33BE0"/>
    <w:rsid w:val="00F34595"/>
    <w:rsid w:val="00F34C65"/>
    <w:rsid w:val="00F35AD4"/>
    <w:rsid w:val="00F36607"/>
    <w:rsid w:val="00F371A7"/>
    <w:rsid w:val="00F42522"/>
    <w:rsid w:val="00F44499"/>
    <w:rsid w:val="00F4696F"/>
    <w:rsid w:val="00F47CB3"/>
    <w:rsid w:val="00F51899"/>
    <w:rsid w:val="00F5433B"/>
    <w:rsid w:val="00F5783F"/>
    <w:rsid w:val="00F60AD2"/>
    <w:rsid w:val="00F61596"/>
    <w:rsid w:val="00F63B40"/>
    <w:rsid w:val="00F64321"/>
    <w:rsid w:val="00F65444"/>
    <w:rsid w:val="00F7332B"/>
    <w:rsid w:val="00F75CF3"/>
    <w:rsid w:val="00F86D37"/>
    <w:rsid w:val="00F87EAC"/>
    <w:rsid w:val="00F87FD9"/>
    <w:rsid w:val="00F904C1"/>
    <w:rsid w:val="00F92960"/>
    <w:rsid w:val="00FA5A79"/>
    <w:rsid w:val="00FB135C"/>
    <w:rsid w:val="00FB14EB"/>
    <w:rsid w:val="00FB16E8"/>
    <w:rsid w:val="00FB1BE3"/>
    <w:rsid w:val="00FB5861"/>
    <w:rsid w:val="00FB5A27"/>
    <w:rsid w:val="00FB64C0"/>
    <w:rsid w:val="00FC0E74"/>
    <w:rsid w:val="00FC243F"/>
    <w:rsid w:val="00FC37A7"/>
    <w:rsid w:val="00FC399E"/>
    <w:rsid w:val="00FC4FE8"/>
    <w:rsid w:val="00FC566D"/>
    <w:rsid w:val="00FC64D1"/>
    <w:rsid w:val="00FC773A"/>
    <w:rsid w:val="00FD224A"/>
    <w:rsid w:val="00FD61BC"/>
    <w:rsid w:val="00FD6628"/>
    <w:rsid w:val="00FE168B"/>
    <w:rsid w:val="00FE1B7D"/>
    <w:rsid w:val="00FE2990"/>
    <w:rsid w:val="00FE5BBB"/>
    <w:rsid w:val="00FE6A73"/>
    <w:rsid w:val="00FF1A73"/>
    <w:rsid w:val="00FF2032"/>
    <w:rsid w:val="00FF43CE"/>
    <w:rsid w:val="00FF50F2"/>
    <w:rsid w:val="00FF6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1B287A"/>
  <w15:docId w15:val="{E7F95795-DBB2-4F59-8415-DB4A5D871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Batang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iPriority="0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Nadpis1">
    <w:name w:val="heading 1"/>
    <w:basedOn w:val="Normln"/>
    <w:next w:val="Normln"/>
    <w:autoRedefine/>
    <w:qFormat/>
    <w:rsid w:val="00FB135C"/>
    <w:pPr>
      <w:keepNext/>
      <w:widowControl w:val="0"/>
      <w:numPr>
        <w:numId w:val="25"/>
      </w:numPr>
      <w:overflowPunct/>
      <w:adjustRightInd/>
      <w:spacing w:before="240" w:after="60"/>
      <w:jc w:val="both"/>
      <w:textAlignment w:val="auto"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rsid w:val="001A1BE8"/>
    <w:pPr>
      <w:keepNext/>
      <w:numPr>
        <w:ilvl w:val="1"/>
        <w:numId w:val="4"/>
      </w:numPr>
      <w:spacing w:before="120" w:after="120"/>
      <w:outlineLvl w:val="1"/>
    </w:pPr>
    <w:rPr>
      <w:b/>
      <w:sz w:val="24"/>
    </w:rPr>
  </w:style>
  <w:style w:type="paragraph" w:styleId="Nadpis3">
    <w:name w:val="heading 3"/>
    <w:basedOn w:val="Normln"/>
    <w:next w:val="Normln"/>
    <w:qFormat/>
    <w:rsid w:val="001A1BE8"/>
    <w:pPr>
      <w:keepNext/>
      <w:numPr>
        <w:ilvl w:val="2"/>
        <w:numId w:val="4"/>
      </w:numPr>
      <w:spacing w:after="120"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qFormat/>
    <w:rsid w:val="001A1BE8"/>
    <w:pPr>
      <w:keepNext/>
      <w:numPr>
        <w:ilvl w:val="3"/>
        <w:numId w:val="4"/>
      </w:numPr>
      <w:spacing w:after="120"/>
      <w:outlineLvl w:val="3"/>
    </w:pPr>
    <w:rPr>
      <w:b/>
      <w:lang w:val="x-none" w:eastAsia="x-none"/>
    </w:rPr>
  </w:style>
  <w:style w:type="paragraph" w:styleId="Nadpis5">
    <w:name w:val="heading 5"/>
    <w:basedOn w:val="Normln"/>
    <w:next w:val="Normln"/>
    <w:qFormat/>
    <w:rsid w:val="001A1BE8"/>
    <w:pPr>
      <w:keepNext/>
      <w:numPr>
        <w:ilvl w:val="4"/>
        <w:numId w:val="4"/>
      </w:numPr>
      <w:outlineLvl w:val="4"/>
    </w:pPr>
    <w:rPr>
      <w:b/>
      <w:sz w:val="20"/>
    </w:rPr>
  </w:style>
  <w:style w:type="paragraph" w:styleId="Nadpis7">
    <w:name w:val="heading 7"/>
    <w:basedOn w:val="Normln"/>
    <w:next w:val="Normln"/>
    <w:link w:val="Nadpis7Char"/>
    <w:uiPriority w:val="9"/>
    <w:qFormat/>
    <w:rsid w:val="00103F4B"/>
    <w:pPr>
      <w:spacing w:before="240" w:after="60"/>
      <w:outlineLvl w:val="6"/>
    </w:pPr>
    <w:rPr>
      <w:rFonts w:ascii="Calibri" w:eastAsia="Times New Roman" w:hAnsi="Calibri"/>
      <w:sz w:val="24"/>
      <w:szCs w:val="24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autoRedefine/>
    <w:uiPriority w:val="99"/>
    <w:rsid w:val="00F260E8"/>
    <w:pPr>
      <w:tabs>
        <w:tab w:val="center" w:pos="4536"/>
        <w:tab w:val="right" w:pos="9072"/>
      </w:tabs>
      <w:spacing w:before="60" w:after="20"/>
      <w:jc w:val="center"/>
    </w:pPr>
    <w:rPr>
      <w:b/>
      <w:caps/>
      <w:sz w:val="16"/>
      <w:szCs w:val="16"/>
      <w:lang w:val="x-none" w:eastAsia="x-none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  <w:rPr>
      <w:sz w:val="18"/>
      <w:lang w:val="x-none" w:eastAsia="x-none"/>
    </w:rPr>
  </w:style>
  <w:style w:type="paragraph" w:customStyle="1" w:styleId="Nzevnaoblce">
    <w:name w:val="Název na obálce"/>
    <w:basedOn w:val="Normln"/>
    <w:next w:val="Normln"/>
    <w:pPr>
      <w:keepNext/>
      <w:keepLines/>
      <w:spacing w:before="360" w:after="240" w:line="720" w:lineRule="atLeast"/>
      <w:jc w:val="center"/>
    </w:pPr>
    <w:rPr>
      <w:b/>
      <w:caps/>
      <w:kern w:val="16"/>
      <w:sz w:val="44"/>
    </w:rPr>
  </w:style>
  <w:style w:type="paragraph" w:customStyle="1" w:styleId="druhdokumentu">
    <w:name w:val="druh dokumentu"/>
    <w:basedOn w:val="Normln"/>
    <w:autoRedefine/>
    <w:pPr>
      <w:spacing w:before="240"/>
      <w:jc w:val="center"/>
    </w:pPr>
    <w:rPr>
      <w:b/>
      <w:sz w:val="32"/>
    </w:rPr>
  </w:style>
  <w:style w:type="paragraph" w:customStyle="1" w:styleId="PATA-text">
    <w:name w:val="PATA-text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sz w:val="16"/>
    </w:rPr>
  </w:style>
  <w:style w:type="paragraph" w:customStyle="1" w:styleId="PATA-arche">
    <w:name w:val="PATA-arch.e."/>
    <w:pPr>
      <w:overflowPunct w:val="0"/>
      <w:autoSpaceDE w:val="0"/>
      <w:autoSpaceDN w:val="0"/>
      <w:adjustRightInd w:val="0"/>
      <w:jc w:val="right"/>
      <w:textAlignment w:val="baseline"/>
    </w:pPr>
    <w:rPr>
      <w:rFonts w:ascii="Arial" w:hAnsi="Arial"/>
      <w:b/>
      <w:noProof/>
      <w:sz w:val="24"/>
    </w:rPr>
  </w:style>
  <w:style w:type="character" w:styleId="slostrnky">
    <w:name w:val="page number"/>
    <w:rPr>
      <w:rFonts w:ascii="Arial" w:hAnsi="Arial"/>
      <w:sz w:val="16"/>
    </w:rPr>
  </w:style>
  <w:style w:type="paragraph" w:customStyle="1" w:styleId="TAB-norm">
    <w:name w:val="TAB-norm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customStyle="1" w:styleId="TAB-bold">
    <w:name w:val="TAB-bold"/>
    <w:pPr>
      <w:overflowPunct w:val="0"/>
      <w:autoSpaceDE w:val="0"/>
      <w:autoSpaceDN w:val="0"/>
      <w:adjustRightInd w:val="0"/>
      <w:textAlignment w:val="baseline"/>
    </w:pPr>
    <w:rPr>
      <w:rFonts w:ascii="Arial" w:hAnsi="Arial"/>
      <w:b/>
    </w:rPr>
  </w:style>
  <w:style w:type="paragraph" w:customStyle="1" w:styleId="Zkladntext21">
    <w:name w:val="Základní text 21"/>
    <w:basedOn w:val="Normln"/>
    <w:pPr>
      <w:spacing w:after="120"/>
    </w:pPr>
    <w:rPr>
      <w:b/>
      <w:sz w:val="28"/>
    </w:rPr>
  </w:style>
  <w:style w:type="paragraph" w:customStyle="1" w:styleId="TAB-hlavicka">
    <w:name w:val="TAB-hlavicka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2"/>
    </w:rPr>
  </w:style>
  <w:style w:type="paragraph" w:customStyle="1" w:styleId="NAZEV">
    <w:name w:val="NAZEV"/>
    <w:next w:val="Nzevnaoblce"/>
    <w:autoRedefine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sz w:val="24"/>
    </w:rPr>
  </w:style>
  <w:style w:type="numbering" w:customStyle="1" w:styleId="Aktulnseznam1">
    <w:name w:val="Aktuální seznam1"/>
    <w:rsid w:val="00984FCC"/>
    <w:pPr>
      <w:numPr>
        <w:numId w:val="3"/>
      </w:numPr>
    </w:pPr>
  </w:style>
  <w:style w:type="paragraph" w:customStyle="1" w:styleId="Normlnweb1">
    <w:name w:val="Normální (web)1"/>
    <w:basedOn w:val="Normln"/>
    <w:pPr>
      <w:spacing w:before="100" w:after="100"/>
    </w:pPr>
    <w:rPr>
      <w:rFonts w:ascii="Verdana" w:hAnsi="Verdana"/>
      <w:color w:val="000000"/>
      <w:sz w:val="18"/>
    </w:rPr>
  </w:style>
  <w:style w:type="paragraph" w:styleId="Obsah2">
    <w:name w:val="toc 2"/>
    <w:basedOn w:val="Normln"/>
    <w:next w:val="Normln"/>
    <w:autoRedefine/>
    <w:uiPriority w:val="39"/>
    <w:rsid w:val="00843E4B"/>
    <w:pPr>
      <w:tabs>
        <w:tab w:val="left" w:pos="567"/>
        <w:tab w:val="right" w:leader="dot" w:pos="9627"/>
      </w:tabs>
    </w:pPr>
    <w:rPr>
      <w:i/>
      <w:noProof/>
      <w:szCs w:val="22"/>
    </w:rPr>
  </w:style>
  <w:style w:type="paragraph" w:styleId="Obsah1">
    <w:name w:val="toc 1"/>
    <w:basedOn w:val="Normln"/>
    <w:next w:val="Normln"/>
    <w:autoRedefine/>
    <w:uiPriority w:val="39"/>
    <w:rsid w:val="00A740E1"/>
    <w:pPr>
      <w:tabs>
        <w:tab w:val="left" w:pos="567"/>
        <w:tab w:val="right" w:leader="dot" w:pos="9639"/>
      </w:tabs>
      <w:spacing w:before="60" w:after="60"/>
    </w:pPr>
    <w:rPr>
      <w:caps/>
      <w:szCs w:val="22"/>
    </w:rPr>
  </w:style>
  <w:style w:type="paragraph" w:styleId="Obsah3">
    <w:name w:val="toc 3"/>
    <w:basedOn w:val="Normln"/>
    <w:next w:val="Normln"/>
    <w:autoRedefine/>
    <w:uiPriority w:val="39"/>
    <w:rsid w:val="00A118E2"/>
    <w:pPr>
      <w:tabs>
        <w:tab w:val="left" w:pos="1440"/>
        <w:tab w:val="right" w:leader="dot" w:pos="9627"/>
      </w:tabs>
      <w:ind w:left="480"/>
    </w:pPr>
  </w:style>
  <w:style w:type="paragraph" w:styleId="Obsah4">
    <w:name w:val="toc 4"/>
    <w:basedOn w:val="Normln"/>
    <w:next w:val="Normln"/>
    <w:autoRedefine/>
    <w:semiHidden/>
    <w:pPr>
      <w:ind w:left="720"/>
    </w:pPr>
  </w:style>
  <w:style w:type="paragraph" w:styleId="Obsah5">
    <w:name w:val="toc 5"/>
    <w:basedOn w:val="Normln"/>
    <w:next w:val="Normln"/>
    <w:autoRedefine/>
    <w:semiHidden/>
    <w:pPr>
      <w:ind w:left="960"/>
    </w:pPr>
  </w:style>
  <w:style w:type="paragraph" w:styleId="Obsah6">
    <w:name w:val="toc 6"/>
    <w:basedOn w:val="Normln"/>
    <w:next w:val="Normln"/>
    <w:autoRedefine/>
    <w:semiHidden/>
    <w:pPr>
      <w:ind w:left="1200"/>
    </w:pPr>
  </w:style>
  <w:style w:type="paragraph" w:styleId="Obsah7">
    <w:name w:val="toc 7"/>
    <w:basedOn w:val="Normln"/>
    <w:next w:val="Normln"/>
    <w:autoRedefine/>
    <w:semiHidden/>
    <w:pPr>
      <w:ind w:left="1440"/>
    </w:pPr>
  </w:style>
  <w:style w:type="paragraph" w:styleId="Obsah8">
    <w:name w:val="toc 8"/>
    <w:basedOn w:val="Normln"/>
    <w:next w:val="Normln"/>
    <w:autoRedefine/>
    <w:semiHidden/>
    <w:pPr>
      <w:ind w:left="1680"/>
    </w:pPr>
  </w:style>
  <w:style w:type="paragraph" w:styleId="Obsah9">
    <w:name w:val="toc 9"/>
    <w:basedOn w:val="Normln"/>
    <w:next w:val="Normln"/>
    <w:autoRedefine/>
    <w:semiHidden/>
    <w:pPr>
      <w:ind w:left="1920"/>
    </w:pPr>
  </w:style>
  <w:style w:type="paragraph" w:customStyle="1" w:styleId="f">
    <w:name w:val="č.f."/>
    <w:basedOn w:val="Normln"/>
    <w:rsid w:val="00B35E90"/>
    <w:pPr>
      <w:jc w:val="right"/>
    </w:pPr>
    <w:rPr>
      <w:sz w:val="16"/>
    </w:rPr>
  </w:style>
  <w:style w:type="paragraph" w:customStyle="1" w:styleId="Bodytext1">
    <w:name w:val="Body text 1"/>
    <w:basedOn w:val="Normln"/>
    <w:rPr>
      <w:b/>
      <w:bCs/>
    </w:rPr>
  </w:style>
  <w:style w:type="paragraph" w:customStyle="1" w:styleId="obrzek">
    <w:name w:val="obrázek"/>
    <w:basedOn w:val="Normln"/>
    <w:rPr>
      <w:iCs/>
      <w:sz w:val="20"/>
    </w:rPr>
  </w:style>
  <w:style w:type="paragraph" w:customStyle="1" w:styleId="StylNadpis4Vlevo381cmPedsazen114cmPed12b">
    <w:name w:val="Styl Nadpis 4 + Vlevo:  381 cm Předsazení:  114 cm Před:  12 b..."/>
    <w:basedOn w:val="Normln"/>
    <w:rsid w:val="00984FCC"/>
    <w:pPr>
      <w:numPr>
        <w:ilvl w:val="3"/>
        <w:numId w:val="1"/>
      </w:numPr>
    </w:pPr>
  </w:style>
  <w:style w:type="character" w:customStyle="1" w:styleId="Nadpis4Char">
    <w:name w:val="Nadpis 4 Char"/>
    <w:link w:val="Nadpis4"/>
    <w:rsid w:val="001A1BE8"/>
    <w:rPr>
      <w:rFonts w:ascii="Arial" w:hAnsi="Arial"/>
      <w:b/>
      <w:sz w:val="22"/>
    </w:rPr>
  </w:style>
  <w:style w:type="paragraph" w:customStyle="1" w:styleId="Nzevspolenosti">
    <w:name w:val="Název společnosti"/>
    <w:basedOn w:val="Normln"/>
    <w:pPr>
      <w:keepLines/>
      <w:framePr w:w="8640" w:h="1440" w:wrap="notBeside" w:vAnchor="page" w:hAnchor="margin" w:xAlign="center" w:y="889"/>
      <w:jc w:val="center"/>
    </w:pPr>
    <w:rPr>
      <w:kern w:val="16"/>
      <w:sz w:val="20"/>
      <w:lang w:val="en-US"/>
    </w:rPr>
  </w:style>
  <w:style w:type="character" w:styleId="Hypertextovodkaz">
    <w:name w:val="Hyperlink"/>
    <w:uiPriority w:val="99"/>
    <w:rsid w:val="00422E2A"/>
    <w:rPr>
      <w:color w:val="0000FF"/>
      <w:u w:val="single"/>
    </w:rPr>
  </w:style>
  <w:style w:type="paragraph" w:customStyle="1" w:styleId="odrka">
    <w:name w:val="odrážka"/>
    <w:basedOn w:val="Normln"/>
    <w:pPr>
      <w:numPr>
        <w:numId w:val="2"/>
      </w:numPr>
      <w:spacing w:before="120"/>
      <w:ind w:left="850" w:hanging="493"/>
    </w:pPr>
  </w:style>
  <w:style w:type="paragraph" w:customStyle="1" w:styleId="NadpisR">
    <w:name w:val="Nadpis_R"/>
    <w:basedOn w:val="Normln"/>
    <w:rsid w:val="00C50873"/>
    <w:rPr>
      <w:rFonts w:cs="Arial"/>
      <w:b/>
      <w:szCs w:val="22"/>
    </w:rPr>
  </w:style>
  <w:style w:type="character" w:customStyle="1" w:styleId="ZpatChar">
    <w:name w:val="Zápatí Char"/>
    <w:link w:val="Zpat"/>
    <w:rsid w:val="00C50873"/>
    <w:rPr>
      <w:rFonts w:ascii="Arial" w:hAnsi="Arial"/>
      <w:sz w:val="18"/>
    </w:rPr>
  </w:style>
  <w:style w:type="character" w:customStyle="1" w:styleId="Nadpis7Char">
    <w:name w:val="Nadpis 7 Char"/>
    <w:link w:val="Nadpis7"/>
    <w:uiPriority w:val="9"/>
    <w:semiHidden/>
    <w:rsid w:val="00103F4B"/>
    <w:rPr>
      <w:rFonts w:ascii="Calibri" w:eastAsia="Times New Roman" w:hAnsi="Calibri" w:cs="Times New Roman"/>
      <w:sz w:val="24"/>
      <w:szCs w:val="24"/>
    </w:rPr>
  </w:style>
  <w:style w:type="paragraph" w:styleId="Zkladntext2">
    <w:name w:val="Body Text 2"/>
    <w:basedOn w:val="Normln"/>
    <w:link w:val="Zkladntext2Char"/>
    <w:semiHidden/>
    <w:rsid w:val="00103F4B"/>
    <w:pPr>
      <w:overflowPunct/>
      <w:autoSpaceDE/>
      <w:autoSpaceDN/>
      <w:adjustRightInd/>
      <w:spacing w:before="120"/>
      <w:jc w:val="both"/>
      <w:textAlignment w:val="auto"/>
    </w:pPr>
    <w:rPr>
      <w:rFonts w:ascii="Times New Roman" w:eastAsia="Times New Roman" w:hAnsi="Times New Roman"/>
      <w:snapToGrid w:val="0"/>
      <w:sz w:val="24"/>
      <w:lang w:val="x-none" w:eastAsia="x-none"/>
    </w:rPr>
  </w:style>
  <w:style w:type="character" w:customStyle="1" w:styleId="Zkladntext2Char">
    <w:name w:val="Základní text 2 Char"/>
    <w:link w:val="Zkladntext2"/>
    <w:semiHidden/>
    <w:rsid w:val="00103F4B"/>
    <w:rPr>
      <w:rFonts w:eastAsia="Times New Roman"/>
      <w:snapToGrid w:val="0"/>
      <w:sz w:val="24"/>
    </w:rPr>
  </w:style>
  <w:style w:type="paragraph" w:customStyle="1" w:styleId="Text">
    <w:name w:val="Text"/>
    <w:basedOn w:val="Normln"/>
    <w:rsid w:val="0021125E"/>
    <w:pPr>
      <w:overflowPunct/>
      <w:autoSpaceDE/>
      <w:autoSpaceDN/>
      <w:adjustRightInd/>
      <w:ind w:firstLine="454"/>
      <w:jc w:val="both"/>
      <w:textAlignment w:val="auto"/>
    </w:pPr>
    <w:rPr>
      <w:rFonts w:eastAsia="Times New Roman"/>
      <w:szCs w:val="24"/>
    </w:rPr>
  </w:style>
  <w:style w:type="paragraph" w:styleId="Zkladntext">
    <w:name w:val="Body Text"/>
    <w:basedOn w:val="Normln"/>
    <w:link w:val="ZkladntextChar"/>
    <w:uiPriority w:val="99"/>
    <w:unhideWhenUsed/>
    <w:rsid w:val="001E44F5"/>
    <w:pPr>
      <w:spacing w:after="120"/>
    </w:pPr>
    <w:rPr>
      <w:lang w:val="x-none" w:eastAsia="x-none"/>
    </w:rPr>
  </w:style>
  <w:style w:type="character" w:customStyle="1" w:styleId="ZkladntextChar">
    <w:name w:val="Základní text Char"/>
    <w:link w:val="Zkladntext"/>
    <w:uiPriority w:val="99"/>
    <w:rsid w:val="001E44F5"/>
    <w:rPr>
      <w:rFonts w:ascii="Arial" w:hAnsi="Arial"/>
      <w:sz w:val="22"/>
    </w:rPr>
  </w:style>
  <w:style w:type="paragraph" w:styleId="Podpise-mailu">
    <w:name w:val="E-mail Signature"/>
    <w:basedOn w:val="Normln"/>
    <w:link w:val="Podpise-mailuChar"/>
    <w:rsid w:val="009F11D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Podpise-mailuChar">
    <w:name w:val="Podpis e-mailu Char"/>
    <w:link w:val="Podpise-mailu"/>
    <w:rsid w:val="009F11D4"/>
    <w:rPr>
      <w:rFonts w:eastAsia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07567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807567"/>
    <w:rPr>
      <w:rFonts w:ascii="Tahoma" w:hAnsi="Tahoma" w:cs="Tahoma"/>
      <w:sz w:val="16"/>
      <w:szCs w:val="16"/>
    </w:rPr>
  </w:style>
  <w:style w:type="paragraph" w:styleId="Prosttext">
    <w:name w:val="Plain Text"/>
    <w:aliases w:val="Char Char,Char"/>
    <w:basedOn w:val="Normln"/>
    <w:link w:val="ProsttextChar"/>
    <w:uiPriority w:val="99"/>
    <w:rsid w:val="00817109"/>
    <w:pPr>
      <w:overflowPunct/>
      <w:autoSpaceDE/>
      <w:autoSpaceDN/>
      <w:adjustRightInd/>
      <w:spacing w:before="120"/>
      <w:jc w:val="both"/>
      <w:textAlignment w:val="auto"/>
    </w:pPr>
    <w:rPr>
      <w:rFonts w:ascii="Courier New" w:eastAsia="Times New Roman" w:hAnsi="Courier New"/>
      <w:sz w:val="24"/>
      <w:szCs w:val="24"/>
      <w:lang w:val="x-none" w:eastAsia="x-none"/>
    </w:rPr>
  </w:style>
  <w:style w:type="character" w:customStyle="1" w:styleId="ProsttextChar">
    <w:name w:val="Prostý text Char"/>
    <w:aliases w:val="Char Char Char,Char Char1"/>
    <w:link w:val="Prosttext"/>
    <w:uiPriority w:val="99"/>
    <w:rsid w:val="00817109"/>
    <w:rPr>
      <w:rFonts w:ascii="Courier New" w:eastAsia="Times New Roman" w:hAnsi="Courier New" w:cs="Courier New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B7E02"/>
    <w:pPr>
      <w:ind w:left="708"/>
    </w:pPr>
  </w:style>
  <w:style w:type="character" w:customStyle="1" w:styleId="ZhlavChar">
    <w:name w:val="Záhlaví Char"/>
    <w:link w:val="Zhlav"/>
    <w:uiPriority w:val="99"/>
    <w:rsid w:val="00FF43CE"/>
    <w:rPr>
      <w:rFonts w:ascii="Arial" w:hAnsi="Arial"/>
      <w:b/>
      <w:caps/>
      <w:sz w:val="16"/>
      <w:szCs w:val="16"/>
    </w:rPr>
  </w:style>
  <w:style w:type="paragraph" w:styleId="Seznam2">
    <w:name w:val="List 2"/>
    <w:basedOn w:val="Normln"/>
    <w:uiPriority w:val="99"/>
    <w:rsid w:val="00FF43CE"/>
    <w:pPr>
      <w:widowControl w:val="0"/>
      <w:overflowPunct/>
      <w:adjustRightInd/>
      <w:ind w:left="566" w:hanging="283"/>
      <w:textAlignment w:val="auto"/>
    </w:pPr>
    <w:rPr>
      <w:rFonts w:eastAsia="Times New Roman" w:cs="Arial"/>
      <w:szCs w:val="22"/>
    </w:rPr>
  </w:style>
  <w:style w:type="paragraph" w:customStyle="1" w:styleId="text0">
    <w:name w:val="_text"/>
    <w:basedOn w:val="Normln"/>
    <w:uiPriority w:val="99"/>
    <w:rsid w:val="00FF43CE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</w:tabs>
      <w:overflowPunct/>
      <w:adjustRightInd/>
      <w:jc w:val="both"/>
      <w:textAlignment w:val="auto"/>
    </w:pPr>
    <w:rPr>
      <w:rFonts w:eastAsia="Times New Roman" w:cs="Arial"/>
      <w:szCs w:val="22"/>
    </w:rPr>
  </w:style>
  <w:style w:type="paragraph" w:customStyle="1" w:styleId="Nadpistabulky">
    <w:name w:val="Nadpis tabulky"/>
    <w:basedOn w:val="Normln"/>
    <w:uiPriority w:val="99"/>
    <w:rsid w:val="00FF43CE"/>
    <w:pPr>
      <w:suppressLineNumbers/>
      <w:autoSpaceDN/>
      <w:adjustRightInd/>
      <w:spacing w:before="113"/>
      <w:jc w:val="center"/>
    </w:pPr>
    <w:rPr>
      <w:rFonts w:eastAsia="Times New Roman" w:cs="Arial"/>
      <w:b/>
      <w:bCs/>
      <w:i/>
      <w:iCs/>
      <w:sz w:val="24"/>
      <w:szCs w:val="24"/>
      <w:lang w:eastAsia="ar-SA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unhideWhenUsed/>
    <w:rsid w:val="00BF25E0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link w:val="Rozvrendokumentu"/>
    <w:uiPriority w:val="99"/>
    <w:semiHidden/>
    <w:rsid w:val="00BF25E0"/>
    <w:rPr>
      <w:rFonts w:ascii="Tahoma" w:hAnsi="Tahoma" w:cs="Tahoma"/>
      <w:sz w:val="16"/>
      <w:szCs w:val="16"/>
    </w:rPr>
  </w:style>
  <w:style w:type="character" w:customStyle="1" w:styleId="xdtextbox1">
    <w:name w:val="xdtextbox1"/>
    <w:rsid w:val="00BF25E0"/>
    <w:rPr>
      <w:color w:val="auto"/>
      <w:bdr w:val="single" w:sz="8" w:space="1" w:color="DCDCDC" w:frame="1"/>
      <w:shd w:val="clear" w:color="auto" w:fill="FFFFFF"/>
    </w:rPr>
  </w:style>
  <w:style w:type="paragraph" w:styleId="Bezmezer">
    <w:name w:val="No Spacing"/>
    <w:link w:val="BezmezerChar"/>
    <w:uiPriority w:val="1"/>
    <w:qFormat/>
    <w:rsid w:val="003F1A54"/>
    <w:rPr>
      <w:rFonts w:ascii="Calibri" w:eastAsia="Times New Roman" w:hAnsi="Calibri"/>
      <w:sz w:val="22"/>
      <w:szCs w:val="22"/>
    </w:rPr>
  </w:style>
  <w:style w:type="character" w:customStyle="1" w:styleId="BezmezerChar">
    <w:name w:val="Bez mezer Char"/>
    <w:link w:val="Bezmezer"/>
    <w:uiPriority w:val="1"/>
    <w:rsid w:val="003F1A54"/>
    <w:rPr>
      <w:rFonts w:ascii="Calibri" w:eastAsia="Times New Roman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3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7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17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29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3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Podklady%20projektov&#225;n&#237;\Dokumentace\Technick&#225;%20zpr&#225;va\Technick&#225;%20zpr&#225;v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0402D2-DF13-457A-B2F1-C17F41D29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Technická zpráva.dot</Template>
  <TotalTime>241</TotalTime>
  <Pages>2</Pages>
  <Words>149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Průvodně technická dokumentace</vt:lpstr>
    </vt:vector>
  </TitlesOfParts>
  <Manager/>
  <Company>FUSO ENERGO s.r.o.</Company>
  <LinksUpToDate>false</LinksUpToDate>
  <CharactersWithSpaces>1028</CharactersWithSpaces>
  <SharedDoc>false</SharedDoc>
  <HLinks>
    <vt:vector size="174" baseType="variant">
      <vt:variant>
        <vt:i4>1114161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_Toc465585808</vt:lpwstr>
      </vt:variant>
      <vt:variant>
        <vt:i4>1114161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_Toc465585807</vt:lpwstr>
      </vt:variant>
      <vt:variant>
        <vt:i4>1114161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_Toc465585806</vt:lpwstr>
      </vt:variant>
      <vt:variant>
        <vt:i4>1114161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_Toc465585805</vt:lpwstr>
      </vt:variant>
      <vt:variant>
        <vt:i4>1114161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_Toc465585804</vt:lpwstr>
      </vt:variant>
      <vt:variant>
        <vt:i4>1114161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_Toc465585803</vt:lpwstr>
      </vt:variant>
      <vt:variant>
        <vt:i4>1114161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_Toc465585802</vt:lpwstr>
      </vt:variant>
      <vt:variant>
        <vt:i4>1114161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_Toc465585801</vt:lpwstr>
      </vt:variant>
      <vt:variant>
        <vt:i4>1114161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_Toc465585800</vt:lpwstr>
      </vt:variant>
      <vt:variant>
        <vt:i4>1572926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_Toc465585799</vt:lpwstr>
      </vt:variant>
      <vt:variant>
        <vt:i4>1572926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_Toc465585798</vt:lpwstr>
      </vt:variant>
      <vt:variant>
        <vt:i4>1572926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_Toc465585797</vt:lpwstr>
      </vt:variant>
      <vt:variant>
        <vt:i4>1572926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_Toc465585796</vt:lpwstr>
      </vt:variant>
      <vt:variant>
        <vt:i4>1572926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_Toc465585795</vt:lpwstr>
      </vt:variant>
      <vt:variant>
        <vt:i4>1572926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_Toc465585794</vt:lpwstr>
      </vt:variant>
      <vt:variant>
        <vt:i4>1572926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_Toc465585793</vt:lpwstr>
      </vt:variant>
      <vt:variant>
        <vt:i4>1572926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_Toc465585792</vt:lpwstr>
      </vt:variant>
      <vt:variant>
        <vt:i4>1572926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_Toc465585791</vt:lpwstr>
      </vt:variant>
      <vt:variant>
        <vt:i4>1572926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_Toc465585790</vt:lpwstr>
      </vt:variant>
      <vt:variant>
        <vt:i4>1638462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_Toc465585789</vt:lpwstr>
      </vt:variant>
      <vt:variant>
        <vt:i4>1638462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_Toc465585788</vt:lpwstr>
      </vt:variant>
      <vt:variant>
        <vt:i4>1638462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_Toc465585787</vt:lpwstr>
      </vt:variant>
      <vt:variant>
        <vt:i4>1638462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_Toc465585786</vt:lpwstr>
      </vt:variant>
      <vt:variant>
        <vt:i4>1638462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_Toc465585785</vt:lpwstr>
      </vt:variant>
      <vt:variant>
        <vt:i4>1638462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_Toc465585784</vt:lpwstr>
      </vt:variant>
      <vt:variant>
        <vt:i4>1638462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_Toc465585783</vt:lpwstr>
      </vt:variant>
      <vt:variant>
        <vt:i4>1638462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_Toc465585782</vt:lpwstr>
      </vt:variant>
      <vt:variant>
        <vt:i4>1638462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_Toc465585781</vt:lpwstr>
      </vt:variant>
      <vt:variant>
        <vt:i4>1638462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_Toc465585780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Průvodně technická dokumentace</dc:title>
  <dc:subject/>
  <dc:creator>tomasmikula</dc:creator>
  <cp:keywords/>
  <dc:description>Průvodně technická dokumentace</dc:description>
  <cp:lastModifiedBy>Miroslav Barteczek</cp:lastModifiedBy>
  <cp:revision>40</cp:revision>
  <cp:lastPrinted>2020-10-04T16:31:00Z</cp:lastPrinted>
  <dcterms:created xsi:type="dcterms:W3CDTF">2016-12-16T15:10:00Z</dcterms:created>
  <dcterms:modified xsi:type="dcterms:W3CDTF">2021-12-07T06:21:00Z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vestor">
    <vt:lpwstr>VŠB – Technická univerzita Ostrava</vt:lpwstr>
  </property>
  <property fmtid="{D5CDD505-2E9C-101B-9397-08002B2CF9AE}" pid="3" name="Akce">
    <vt:lpwstr>Energetický management VŠB</vt:lpwstr>
  </property>
  <property fmtid="{D5CDD505-2E9C-101B-9397-08002B2CF9AE}" pid="4" name="Archivní číslo">
    <vt:lpwstr>2021_054</vt:lpwstr>
  </property>
  <property fmtid="{D5CDD505-2E9C-101B-9397-08002B2CF9AE}" pid="5" name="Datum">
    <vt:lpwstr>12/2021</vt:lpwstr>
  </property>
  <property fmtid="{D5CDD505-2E9C-101B-9397-08002B2CF9AE}" pid="6" name="Stupeň dokumentu">
    <vt:lpwstr>Dokumentace skutečného provedení</vt:lpwstr>
  </property>
  <property fmtid="{D5CDD505-2E9C-101B-9397-08002B2CF9AE}" pid="7" name="Část">
    <vt:lpwstr>SKŘ</vt:lpwstr>
  </property>
  <property fmtid="{D5CDD505-2E9C-101B-9397-08002B2CF9AE}" pid="8" name="Pare">
    <vt:i4>1</vt:i4>
  </property>
</Properties>
</file>